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E4" w:rsidRDefault="00C32B15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1.7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80138416" r:id="rId7"/>
        </w:pict>
      </w:r>
    </w:p>
    <w:p w:rsidR="00C350E4" w:rsidRDefault="00C350E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583C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583C" w:rsidRPr="00005C57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85A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56DCD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 xml:space="preserve"> «ШИЛКИНСКИЙ РАЙОН»</w:t>
      </w:r>
    </w:p>
    <w:p w:rsidR="00E103BD" w:rsidRPr="00EF6487" w:rsidRDefault="00E103B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031F1" w:rsidRPr="00EF6487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sz w:val="26"/>
          <w:szCs w:val="26"/>
        </w:rPr>
        <w:t>ПОСТАНОВЛЕНИ</w:t>
      </w:r>
      <w:r w:rsidR="004F69FA" w:rsidRPr="00EF6487">
        <w:rPr>
          <w:rFonts w:ascii="Times New Roman" w:hAnsi="Times New Roman"/>
          <w:b/>
          <w:sz w:val="26"/>
          <w:szCs w:val="26"/>
        </w:rPr>
        <w:t>Е</w:t>
      </w:r>
    </w:p>
    <w:p w:rsidR="006031F1" w:rsidRPr="00EF6487" w:rsidRDefault="0095056C" w:rsidP="0095056C">
      <w:pPr>
        <w:spacing w:after="240"/>
        <w:jc w:val="center"/>
        <w:rPr>
          <w:rFonts w:ascii="Times New Roman" w:hAnsi="Times New Roman"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</w:rPr>
        <w:t>г.</w:t>
      </w:r>
      <w:r w:rsidR="00005C57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>Шилка</w:t>
      </w:r>
    </w:p>
    <w:p w:rsidR="00356DCD" w:rsidRPr="00EF6487" w:rsidRDefault="00356DCD" w:rsidP="00A43A51">
      <w:pPr>
        <w:spacing w:after="0"/>
        <w:rPr>
          <w:rFonts w:ascii="Times New Roman" w:hAnsi="Times New Roman"/>
          <w:sz w:val="26"/>
          <w:szCs w:val="26"/>
        </w:rPr>
      </w:pPr>
      <w:r w:rsidRPr="00EF6487">
        <w:rPr>
          <w:rFonts w:ascii="Times New Roman" w:hAnsi="Times New Roman"/>
          <w:sz w:val="26"/>
          <w:szCs w:val="26"/>
        </w:rPr>
        <w:t>«</w:t>
      </w:r>
      <w:r w:rsidR="00462707" w:rsidRPr="00EF6487">
        <w:rPr>
          <w:rFonts w:ascii="Times New Roman" w:hAnsi="Times New Roman"/>
          <w:sz w:val="26"/>
          <w:szCs w:val="26"/>
        </w:rPr>
        <w:t xml:space="preserve"> </w:t>
      </w:r>
      <w:r w:rsidR="00D531C2">
        <w:rPr>
          <w:rFonts w:ascii="Times New Roman" w:hAnsi="Times New Roman"/>
          <w:sz w:val="26"/>
          <w:szCs w:val="26"/>
        </w:rPr>
        <w:t>____</w:t>
      </w:r>
      <w:r w:rsidR="00462707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>»</w:t>
      </w:r>
      <w:r w:rsidR="00462707" w:rsidRPr="00EF6487">
        <w:rPr>
          <w:rFonts w:ascii="Times New Roman" w:hAnsi="Times New Roman"/>
          <w:sz w:val="26"/>
          <w:szCs w:val="26"/>
        </w:rPr>
        <w:t xml:space="preserve"> </w:t>
      </w:r>
      <w:r w:rsidR="0095056C" w:rsidRPr="00EF6487">
        <w:rPr>
          <w:rFonts w:ascii="Times New Roman" w:hAnsi="Times New Roman"/>
          <w:sz w:val="26"/>
          <w:szCs w:val="26"/>
        </w:rPr>
        <w:t>_</w:t>
      </w:r>
      <w:r w:rsidR="00D531C2">
        <w:rPr>
          <w:rFonts w:ascii="Times New Roman" w:hAnsi="Times New Roman"/>
          <w:sz w:val="26"/>
          <w:szCs w:val="26"/>
        </w:rPr>
        <w:t>___</w:t>
      </w:r>
      <w:r w:rsidR="0095056C" w:rsidRPr="00EF6487">
        <w:rPr>
          <w:rFonts w:ascii="Times New Roman" w:hAnsi="Times New Roman"/>
          <w:sz w:val="26"/>
          <w:szCs w:val="26"/>
        </w:rPr>
        <w:t>___</w:t>
      </w:r>
      <w:r w:rsidRPr="00EF6487">
        <w:rPr>
          <w:rFonts w:ascii="Times New Roman" w:hAnsi="Times New Roman"/>
          <w:sz w:val="26"/>
          <w:szCs w:val="26"/>
        </w:rPr>
        <w:t>20</w:t>
      </w:r>
      <w:r w:rsidR="00F26C2E" w:rsidRPr="00EF6487">
        <w:rPr>
          <w:rFonts w:ascii="Times New Roman" w:hAnsi="Times New Roman"/>
          <w:sz w:val="26"/>
          <w:szCs w:val="26"/>
        </w:rPr>
        <w:t>2</w:t>
      </w:r>
      <w:r w:rsidR="00D531C2">
        <w:rPr>
          <w:rFonts w:ascii="Times New Roman" w:hAnsi="Times New Roman"/>
          <w:sz w:val="26"/>
          <w:szCs w:val="26"/>
        </w:rPr>
        <w:t>4</w:t>
      </w:r>
      <w:r w:rsidRPr="00EF6487">
        <w:rPr>
          <w:rFonts w:ascii="Times New Roman" w:hAnsi="Times New Roman"/>
          <w:sz w:val="26"/>
          <w:szCs w:val="26"/>
        </w:rPr>
        <w:t xml:space="preserve"> г.</w:t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462707" w:rsidRPr="00EF6487">
        <w:rPr>
          <w:rFonts w:ascii="Times New Roman" w:hAnsi="Times New Roman"/>
          <w:sz w:val="26"/>
          <w:szCs w:val="26"/>
        </w:rPr>
        <w:tab/>
      </w:r>
      <w:r w:rsidRPr="00EF6487">
        <w:rPr>
          <w:rFonts w:ascii="Times New Roman" w:hAnsi="Times New Roman"/>
          <w:sz w:val="26"/>
          <w:szCs w:val="26"/>
        </w:rPr>
        <w:t xml:space="preserve"> </w:t>
      </w:r>
      <w:r w:rsidR="00D531C2">
        <w:rPr>
          <w:rFonts w:ascii="Times New Roman" w:hAnsi="Times New Roman"/>
          <w:sz w:val="26"/>
          <w:szCs w:val="26"/>
        </w:rPr>
        <w:t xml:space="preserve">      </w:t>
      </w:r>
      <w:r w:rsidRPr="00EF6487">
        <w:rPr>
          <w:rFonts w:ascii="Times New Roman" w:hAnsi="Times New Roman"/>
          <w:sz w:val="26"/>
          <w:szCs w:val="26"/>
        </w:rPr>
        <w:t xml:space="preserve">№ </w:t>
      </w:r>
      <w:r w:rsidR="0095056C" w:rsidRPr="00EF6487">
        <w:rPr>
          <w:rFonts w:ascii="Times New Roman" w:hAnsi="Times New Roman"/>
          <w:sz w:val="26"/>
          <w:szCs w:val="26"/>
        </w:rPr>
        <w:t>_</w:t>
      </w:r>
      <w:r w:rsidR="00D531C2">
        <w:rPr>
          <w:rFonts w:ascii="Times New Roman" w:hAnsi="Times New Roman"/>
          <w:sz w:val="26"/>
          <w:szCs w:val="26"/>
        </w:rPr>
        <w:t>__</w:t>
      </w:r>
      <w:r w:rsidR="0095056C" w:rsidRPr="00EF6487">
        <w:rPr>
          <w:rFonts w:ascii="Times New Roman" w:hAnsi="Times New Roman"/>
          <w:sz w:val="26"/>
          <w:szCs w:val="26"/>
        </w:rPr>
        <w:t>__</w:t>
      </w:r>
    </w:p>
    <w:p w:rsidR="0095056C" w:rsidRPr="00EF6487" w:rsidRDefault="0095056C" w:rsidP="0095342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D531C2" w:rsidRPr="00D531C2" w:rsidRDefault="0095056C" w:rsidP="00D531C2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 внесении изменений </w:t>
      </w:r>
      <w:r w:rsidR="000520B6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в </w:t>
      </w:r>
      <w:r w:rsidR="00C913E7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BF51B1" w:rsidRPr="00D531C2">
        <w:rPr>
          <w:rFonts w:ascii="Times New Roman" w:hAnsi="Times New Roman"/>
          <w:b/>
          <w:sz w:val="26"/>
          <w:szCs w:val="26"/>
        </w:rPr>
        <w:t>«</w:t>
      </w:r>
      <w:r w:rsidR="00D531C2" w:rsidRPr="00D531C2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</w:t>
      </w:r>
    </w:p>
    <w:p w:rsidR="00D531C2" w:rsidRPr="00D531C2" w:rsidRDefault="00D531C2" w:rsidP="00D531C2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D531C2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 территории муниципального района «Шилкинский район»</w:t>
      </w:r>
    </w:p>
    <w:p w:rsidR="00BF51B1" w:rsidRPr="00EF6487" w:rsidRDefault="00C913E7" w:rsidP="00D531C2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от </w:t>
      </w:r>
      <w:r w:rsidR="00D531C2">
        <w:rPr>
          <w:rFonts w:ascii="Times New Roman" w:hAnsi="Times New Roman"/>
          <w:b/>
          <w:bCs/>
          <w:sz w:val="26"/>
          <w:szCs w:val="26"/>
          <w:lang w:eastAsia="ru-RU"/>
        </w:rPr>
        <w:t>15</w:t>
      </w:r>
      <w:r w:rsidR="00884EDA"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декабря</w:t>
      </w: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 20</w:t>
      </w:r>
      <w:r w:rsidR="00D531C2">
        <w:rPr>
          <w:rFonts w:ascii="Times New Roman" w:hAnsi="Times New Roman"/>
          <w:b/>
          <w:bCs/>
          <w:sz w:val="26"/>
          <w:szCs w:val="26"/>
          <w:lang w:eastAsia="ru-RU"/>
        </w:rPr>
        <w:t>23</w:t>
      </w:r>
      <w:r w:rsidRPr="00EF648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года № </w:t>
      </w:r>
      <w:r w:rsidR="00D531C2">
        <w:rPr>
          <w:rFonts w:ascii="Times New Roman" w:hAnsi="Times New Roman"/>
          <w:b/>
          <w:bCs/>
          <w:sz w:val="26"/>
          <w:szCs w:val="26"/>
          <w:lang w:eastAsia="ru-RU"/>
        </w:rPr>
        <w:t>449</w:t>
      </w:r>
    </w:p>
    <w:p w:rsidR="0070385A" w:rsidRPr="00EF6487" w:rsidRDefault="0070385A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350E4" w:rsidRPr="00EF6487" w:rsidRDefault="00DC0880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EF6487"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BF51B1" w:rsidRPr="00EF6487">
        <w:rPr>
          <w:rFonts w:ascii="Times New Roman" w:hAnsi="Times New Roman" w:cs="Times New Roman"/>
          <w:sz w:val="26"/>
          <w:szCs w:val="26"/>
        </w:rPr>
        <w:t>унктом 11 части первой статьи 15 Федерального закона от 06 октября 2003 года № 131-ФЗ «Об общих принципах организации местного самоуправления в Российской Федерации», пунктом 6 части первой статьи 9 Федерального закона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</w:t>
      </w:r>
      <w:proofErr w:type="gramEnd"/>
      <w:r w:rsidR="00BF51B1" w:rsidRPr="00EF6487">
        <w:rPr>
          <w:rFonts w:ascii="Times New Roman" w:hAnsi="Times New Roman" w:cs="Times New Roman"/>
          <w:sz w:val="26"/>
          <w:szCs w:val="26"/>
        </w:rPr>
        <w:t>», 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</w:t>
      </w:r>
      <w:r w:rsidRPr="00EF6487">
        <w:rPr>
          <w:color w:val="000000"/>
          <w:sz w:val="26"/>
          <w:szCs w:val="26"/>
        </w:rPr>
        <w:t xml:space="preserve"> </w:t>
      </w:r>
      <w:r w:rsidRPr="00EF6487">
        <w:rPr>
          <w:rFonts w:ascii="Times New Roman" w:hAnsi="Times New Roman" w:cs="Times New Roman"/>
          <w:color w:val="000000"/>
          <w:sz w:val="26"/>
          <w:szCs w:val="26"/>
        </w:rPr>
        <w:t>руководствуясь</w:t>
      </w:r>
      <w:r w:rsidRPr="00EF6487">
        <w:rPr>
          <w:rFonts w:ascii="Times New Roman" w:hAnsi="Times New Roman" w:cs="Times New Roman"/>
          <w:sz w:val="26"/>
          <w:szCs w:val="26"/>
        </w:rPr>
        <w:t xml:space="preserve"> ст. 28 Устава муниципального района «Шилкинский район», Администрация муниципального района «Шилкинский район» </w:t>
      </w:r>
      <w:r w:rsidR="00C350E4" w:rsidRPr="00EF6487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2B4EAE" w:rsidRPr="00EF6487" w:rsidRDefault="002B4EAE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22327" w:rsidRPr="00EF6487" w:rsidRDefault="002B4EAE" w:rsidP="00D531C2">
      <w:pPr>
        <w:spacing w:after="0"/>
        <w:jc w:val="both"/>
        <w:textAlignment w:val="baseline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EF6487">
        <w:rPr>
          <w:rFonts w:ascii="Times New Roman" w:hAnsi="Times New Roman"/>
          <w:sz w:val="26"/>
          <w:szCs w:val="26"/>
          <w:lang w:eastAsia="ru-RU"/>
        </w:rPr>
        <w:t>1.</w:t>
      </w:r>
      <w:r w:rsidR="00794FFE" w:rsidRPr="00EF6487">
        <w:rPr>
          <w:rFonts w:ascii="Times New Roman" w:hAnsi="Times New Roman"/>
          <w:sz w:val="26"/>
          <w:szCs w:val="26"/>
          <w:lang w:eastAsia="ru-RU"/>
        </w:rPr>
        <w:t xml:space="preserve">Утвердить прилагаемые изменения </w:t>
      </w:r>
      <w:r w:rsidR="00950D78" w:rsidRPr="00EF6487">
        <w:rPr>
          <w:rFonts w:ascii="Times New Roman" w:hAnsi="Times New Roman"/>
          <w:sz w:val="26"/>
          <w:szCs w:val="26"/>
          <w:lang w:eastAsia="ru-RU"/>
        </w:rPr>
        <w:t>в</w:t>
      </w:r>
      <w:r w:rsidR="00950D78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A6F8D" w:rsidRPr="00EF6487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D531C2" w:rsidRPr="00D531C2">
        <w:rPr>
          <w:rFonts w:ascii="Times New Roman" w:hAnsi="Times New Roman"/>
          <w:sz w:val="26"/>
          <w:szCs w:val="26"/>
        </w:rPr>
        <w:t>«</w:t>
      </w:r>
      <w:r w:rsidR="00D531C2" w:rsidRPr="00D531C2">
        <w:rPr>
          <w:rFonts w:ascii="Times New Roman" w:hAnsi="Times New Roman"/>
          <w:bCs/>
          <w:color w:val="000000" w:themeColor="text1"/>
          <w:sz w:val="26"/>
          <w:szCs w:val="26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 на территории муниципального района «Шилкинский район»</w:t>
      </w:r>
      <w:r w:rsidR="00D531C2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D531C2" w:rsidRPr="00D531C2">
        <w:rPr>
          <w:rFonts w:ascii="Times New Roman" w:hAnsi="Times New Roman"/>
          <w:bCs/>
          <w:sz w:val="26"/>
          <w:szCs w:val="26"/>
          <w:lang w:eastAsia="ru-RU"/>
        </w:rPr>
        <w:t>от 15 декабря  2023 года № 449</w:t>
      </w:r>
      <w:r w:rsidR="00D531C2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005C57" w:rsidRDefault="002B4EAE" w:rsidP="00C758A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C2D2E"/>
          <w:sz w:val="26"/>
          <w:szCs w:val="26"/>
        </w:rPr>
      </w:pPr>
      <w:r w:rsidRPr="00EF6487">
        <w:rPr>
          <w:rFonts w:ascii="Times New Roman" w:hAnsi="Times New Roman"/>
          <w:bCs/>
          <w:sz w:val="26"/>
          <w:szCs w:val="26"/>
        </w:rPr>
        <w:t>2.</w:t>
      </w:r>
      <w:r w:rsidR="00EA632C" w:rsidRPr="00EF6487">
        <w:rPr>
          <w:rFonts w:ascii="Times New Roman" w:hAnsi="Times New Roman"/>
          <w:bCs/>
          <w:sz w:val="26"/>
          <w:szCs w:val="26"/>
        </w:rPr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>Настоящее постановление</w:t>
      </w:r>
      <w:r w:rsidR="00EF6487" w:rsidRPr="00EF6487">
        <w:rPr>
          <w:color w:val="2C2D2E"/>
          <w:sz w:val="26"/>
          <w:szCs w:val="26"/>
        </w:rPr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 xml:space="preserve">разместить на официальном портале муниципального района «Шилкинский район» </w:t>
      </w:r>
      <w:hyperlink r:id="rId8" w:tgtFrame="_blank" w:history="1">
        <w:r w:rsidR="00EF6487" w:rsidRPr="00C758A9">
          <w:rPr>
            <w:rStyle w:val="a3"/>
            <w:rFonts w:ascii="Times New Roman" w:hAnsi="Times New Roman"/>
            <w:color w:val="000000" w:themeColor="text1"/>
            <w:sz w:val="26"/>
            <w:szCs w:val="26"/>
            <w:u w:val="none"/>
          </w:rPr>
          <w:t>http://шилкинскийрайон.рф</w:t>
        </w:r>
      </w:hyperlink>
      <w:r w:rsidR="003F2B56">
        <w:t xml:space="preserve"> </w:t>
      </w:r>
      <w:r w:rsidR="00EF6487" w:rsidRPr="00EF6487">
        <w:rPr>
          <w:rFonts w:ascii="Times New Roman" w:hAnsi="Times New Roman" w:cs="Times New Roman"/>
          <w:color w:val="2C2D2E"/>
          <w:sz w:val="26"/>
          <w:szCs w:val="26"/>
        </w:rPr>
        <w:t>в информационно - телекоммуникационной сети «Интернет».</w:t>
      </w:r>
    </w:p>
    <w:p w:rsidR="00C758A9" w:rsidRPr="00C758A9" w:rsidRDefault="00C758A9" w:rsidP="00C758A9">
      <w:pPr>
        <w:pStyle w:val="HTML"/>
        <w:shd w:val="clear" w:color="auto" w:fill="FFFFFF"/>
        <w:jc w:val="both"/>
        <w:rPr>
          <w:rFonts w:ascii="Times New Roman" w:hAnsi="Times New Roman"/>
          <w:bCs/>
          <w:sz w:val="26"/>
          <w:szCs w:val="26"/>
        </w:rPr>
      </w:pPr>
    </w:p>
    <w:p w:rsidR="00A43A51" w:rsidRPr="00EF6487" w:rsidRDefault="00A43A51" w:rsidP="00A43A51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D62F04" w:rsidRPr="00EF6487" w:rsidRDefault="00356DCD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EF6487">
        <w:rPr>
          <w:rFonts w:ascii="Times New Roman" w:hAnsi="Times New Roman"/>
          <w:sz w:val="26"/>
          <w:szCs w:val="26"/>
        </w:rPr>
        <w:t>Глава муниципального района</w:t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C758A9">
        <w:rPr>
          <w:rFonts w:ascii="Times New Roman" w:hAnsi="Times New Roman"/>
          <w:sz w:val="26"/>
          <w:szCs w:val="26"/>
        </w:rPr>
        <w:tab/>
      </w:r>
      <w:r w:rsidR="00A43A51" w:rsidRPr="00EF6487">
        <w:rPr>
          <w:rFonts w:ascii="Times New Roman" w:hAnsi="Times New Roman"/>
          <w:sz w:val="26"/>
          <w:szCs w:val="26"/>
        </w:rPr>
        <w:tab/>
      </w:r>
      <w:r w:rsidR="00005C57" w:rsidRPr="00EF6487">
        <w:rPr>
          <w:rFonts w:ascii="Times New Roman" w:hAnsi="Times New Roman"/>
          <w:sz w:val="26"/>
          <w:szCs w:val="26"/>
        </w:rPr>
        <w:t xml:space="preserve">     </w:t>
      </w:r>
      <w:r w:rsidR="0070385A" w:rsidRPr="00EF6487">
        <w:rPr>
          <w:rFonts w:ascii="Times New Roman" w:hAnsi="Times New Roman"/>
          <w:sz w:val="26"/>
          <w:szCs w:val="26"/>
        </w:rPr>
        <w:t xml:space="preserve"> </w:t>
      </w:r>
      <w:r w:rsidRPr="00EF6487">
        <w:rPr>
          <w:rFonts w:ascii="Times New Roman" w:hAnsi="Times New Roman"/>
          <w:sz w:val="26"/>
          <w:szCs w:val="26"/>
        </w:rPr>
        <w:t xml:space="preserve"> </w:t>
      </w:r>
      <w:r w:rsidR="00794FFE" w:rsidRPr="00EF6487">
        <w:rPr>
          <w:rFonts w:ascii="Times New Roman" w:hAnsi="Times New Roman"/>
          <w:sz w:val="26"/>
          <w:szCs w:val="26"/>
        </w:rPr>
        <w:t>С.В. Воробьёв</w:t>
      </w:r>
      <w:r w:rsidRPr="00EF6487">
        <w:rPr>
          <w:rFonts w:ascii="Times New Roman" w:hAnsi="Times New Roman"/>
          <w:sz w:val="26"/>
          <w:szCs w:val="26"/>
        </w:rPr>
        <w:t xml:space="preserve"> </w:t>
      </w:r>
    </w:p>
    <w:p w:rsidR="00477D5F" w:rsidRDefault="007964AB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 xml:space="preserve">                 </w:t>
      </w:r>
      <w:r w:rsidR="00D62F04" w:rsidRPr="00F62229">
        <w:rPr>
          <w:rFonts w:ascii="Times New Roman" w:hAnsi="Times New Roman"/>
          <w:lang w:eastAsia="ru-RU"/>
        </w:rPr>
        <w:t xml:space="preserve">                                                                          </w:t>
      </w:r>
      <w:r w:rsidR="00356DCD" w:rsidRPr="00F62229">
        <w:rPr>
          <w:rFonts w:ascii="Times New Roman" w:hAnsi="Times New Roman"/>
          <w:lang w:eastAsia="ru-RU"/>
        </w:rPr>
        <w:t xml:space="preserve"> </w:t>
      </w:r>
    </w:p>
    <w:p w:rsidR="00F62229" w:rsidRPr="00F62229" w:rsidRDefault="00356DCD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lastRenderedPageBreak/>
        <w:t xml:space="preserve"> </w:t>
      </w:r>
      <w:r w:rsidR="0095342A" w:rsidRPr="00F62229">
        <w:rPr>
          <w:rFonts w:ascii="Times New Roman" w:hAnsi="Times New Roman"/>
          <w:lang w:eastAsia="ru-RU"/>
        </w:rPr>
        <w:t>УТВЕРЖДЕН</w:t>
      </w:r>
      <w:r w:rsidR="00B61E6A" w:rsidRPr="00F62229">
        <w:rPr>
          <w:rFonts w:ascii="Times New Roman" w:hAnsi="Times New Roman"/>
          <w:lang w:eastAsia="ru-RU"/>
        </w:rPr>
        <w:t>:</w:t>
      </w:r>
    </w:p>
    <w:p w:rsidR="00F62229" w:rsidRPr="00F62229" w:rsidRDefault="009B0CFC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>п</w:t>
      </w:r>
      <w:r w:rsidR="0095342A" w:rsidRPr="00F62229">
        <w:rPr>
          <w:rFonts w:ascii="Times New Roman" w:hAnsi="Times New Roman"/>
          <w:lang w:eastAsia="ru-RU"/>
        </w:rPr>
        <w:t xml:space="preserve">остановлением </w:t>
      </w:r>
      <w:r w:rsidR="00CF693B" w:rsidRPr="00F62229">
        <w:rPr>
          <w:rFonts w:ascii="Times New Roman" w:hAnsi="Times New Roman"/>
          <w:lang w:eastAsia="ru-RU"/>
        </w:rPr>
        <w:t>А</w:t>
      </w:r>
      <w:r w:rsidR="0095342A" w:rsidRPr="00F62229">
        <w:rPr>
          <w:rFonts w:ascii="Times New Roman" w:hAnsi="Times New Roman"/>
          <w:lang w:eastAsia="ru-RU"/>
        </w:rPr>
        <w:t xml:space="preserve">дминистрации </w:t>
      </w:r>
    </w:p>
    <w:p w:rsidR="00F62229" w:rsidRPr="00F62229" w:rsidRDefault="00356DCD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>муниципального района</w:t>
      </w:r>
      <w:r w:rsidR="00F62229" w:rsidRPr="00F62229">
        <w:rPr>
          <w:rFonts w:ascii="Times New Roman" w:hAnsi="Times New Roman"/>
          <w:lang w:eastAsia="ru-RU"/>
        </w:rPr>
        <w:t xml:space="preserve"> </w:t>
      </w:r>
    </w:p>
    <w:p w:rsidR="00356DCD" w:rsidRPr="00F62229" w:rsidRDefault="00356DCD" w:rsidP="00F62229">
      <w:pPr>
        <w:spacing w:after="0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>«Шилкинский район»</w:t>
      </w:r>
    </w:p>
    <w:p w:rsidR="0095342A" w:rsidRPr="00F62229" w:rsidRDefault="00356DCD" w:rsidP="00F62229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 w:rsidRPr="00F62229">
        <w:rPr>
          <w:rFonts w:ascii="Times New Roman" w:hAnsi="Times New Roman"/>
          <w:lang w:eastAsia="ru-RU"/>
        </w:rPr>
        <w:t xml:space="preserve"> </w:t>
      </w:r>
      <w:r w:rsidR="0095342A" w:rsidRPr="00F62229">
        <w:rPr>
          <w:rFonts w:ascii="Times New Roman" w:hAnsi="Times New Roman"/>
          <w:lang w:eastAsia="ru-RU"/>
        </w:rPr>
        <w:t xml:space="preserve">от </w:t>
      </w:r>
      <w:r w:rsidR="005276FF" w:rsidRPr="00F62229">
        <w:rPr>
          <w:rFonts w:ascii="Times New Roman" w:hAnsi="Times New Roman"/>
          <w:lang w:eastAsia="ru-RU"/>
        </w:rPr>
        <w:t>_____________№</w:t>
      </w:r>
      <w:r w:rsidR="0095342A" w:rsidRPr="00F62229">
        <w:rPr>
          <w:rFonts w:ascii="Times New Roman" w:hAnsi="Times New Roman"/>
          <w:lang w:eastAsia="ru-RU"/>
        </w:rPr>
        <w:t xml:space="preserve"> </w:t>
      </w:r>
      <w:r w:rsidR="00794FFE" w:rsidRPr="00F62229">
        <w:rPr>
          <w:rFonts w:ascii="Times New Roman" w:hAnsi="Times New Roman"/>
          <w:lang w:eastAsia="ru-RU"/>
        </w:rPr>
        <w:t>______</w:t>
      </w:r>
    </w:p>
    <w:p w:rsidR="0095342A" w:rsidRPr="00F62229" w:rsidRDefault="0095342A" w:rsidP="00F62229">
      <w:pPr>
        <w:keepNext/>
        <w:spacing w:after="0" w:line="240" w:lineRule="auto"/>
        <w:ind w:left="4536"/>
        <w:rPr>
          <w:rFonts w:ascii="Times New Roman" w:hAnsi="Times New Roman"/>
          <w:lang w:eastAsia="ru-RU"/>
        </w:rPr>
      </w:pPr>
    </w:p>
    <w:p w:rsidR="00D531C2" w:rsidRPr="00477D5F" w:rsidRDefault="003C4561" w:rsidP="00F62229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477D5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Изменения, вносимые в </w:t>
      </w:r>
      <w:r w:rsidR="009B0CFC" w:rsidRPr="00477D5F">
        <w:rPr>
          <w:rFonts w:ascii="Times New Roman" w:hAnsi="Times New Roman"/>
          <w:b/>
          <w:bCs/>
          <w:sz w:val="26"/>
          <w:szCs w:val="26"/>
          <w:lang w:eastAsia="ru-RU"/>
        </w:rPr>
        <w:t>административный регламент по предоставлению муниципальной услуги</w:t>
      </w:r>
      <w:r w:rsidR="006031F1" w:rsidRPr="00477D5F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D531C2" w:rsidRPr="00477D5F">
        <w:rPr>
          <w:rFonts w:ascii="Times New Roman" w:hAnsi="Times New Roman"/>
          <w:b/>
          <w:sz w:val="26"/>
          <w:szCs w:val="26"/>
        </w:rPr>
        <w:t>«</w:t>
      </w:r>
      <w:r w:rsidR="00D531C2" w:rsidRPr="00477D5F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</w:t>
      </w:r>
    </w:p>
    <w:p w:rsidR="00D531C2" w:rsidRPr="00477D5F" w:rsidRDefault="00D531C2" w:rsidP="00D531C2">
      <w:pPr>
        <w:spacing w:after="0"/>
        <w:jc w:val="center"/>
        <w:textAlignment w:val="baseline"/>
        <w:outlineLvl w:val="1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477D5F">
        <w:rPr>
          <w:rFonts w:ascii="Times New Roman" w:hAnsi="Times New Roman"/>
          <w:b/>
          <w:bCs/>
          <w:color w:val="000000" w:themeColor="text1"/>
          <w:sz w:val="26"/>
          <w:szCs w:val="26"/>
        </w:rPr>
        <w:t>на территории муниципального района «Шилкинский район»</w:t>
      </w:r>
    </w:p>
    <w:p w:rsidR="00D531C2" w:rsidRPr="00477D5F" w:rsidRDefault="00D531C2" w:rsidP="00D531C2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7D5F">
        <w:rPr>
          <w:rFonts w:ascii="Times New Roman" w:hAnsi="Times New Roman"/>
          <w:b/>
          <w:bCs/>
          <w:sz w:val="26"/>
          <w:szCs w:val="26"/>
          <w:lang w:eastAsia="ru-RU"/>
        </w:rPr>
        <w:t>от 15 декабря  2023 года № 449</w:t>
      </w:r>
    </w:p>
    <w:p w:rsidR="00E459C4" w:rsidRPr="00477D5F" w:rsidRDefault="00E459C4" w:rsidP="00E459C4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CF693B" w:rsidRPr="00477D5F" w:rsidRDefault="002F4AC5" w:rsidP="00F62229">
      <w:pPr>
        <w:ind w:left="-284" w:firstLine="284"/>
        <w:jc w:val="both"/>
        <w:textAlignment w:val="baseline"/>
        <w:outlineLvl w:val="1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3C4561" w:rsidRPr="00477D5F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D752A0" w:rsidRPr="00477D5F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административный регламент по предоставлению муниципальной услуги </w:t>
      </w:r>
      <w:r w:rsidR="00D531C2" w:rsidRPr="00477D5F">
        <w:rPr>
          <w:rFonts w:ascii="Times New Roman" w:hAnsi="Times New Roman"/>
          <w:sz w:val="26"/>
          <w:szCs w:val="26"/>
        </w:rPr>
        <w:t>«</w:t>
      </w:r>
      <w:r w:rsidR="00D531C2" w:rsidRPr="00477D5F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на территории муниципального района «Шилкинский район» </w:t>
      </w:r>
      <w:r w:rsidR="00D531C2" w:rsidRPr="00477D5F">
        <w:rPr>
          <w:rFonts w:ascii="Times New Roman" w:hAnsi="Times New Roman"/>
          <w:bCs/>
          <w:sz w:val="26"/>
          <w:szCs w:val="26"/>
          <w:lang w:eastAsia="ru-RU"/>
        </w:rPr>
        <w:t>от 15 декабря  2023 года № 449</w:t>
      </w:r>
      <w:r w:rsidR="00D531C2" w:rsidRPr="00477D5F">
        <w:rPr>
          <w:rFonts w:ascii="Times New Roman" w:hAnsi="Times New Roman"/>
          <w:sz w:val="26"/>
          <w:szCs w:val="26"/>
        </w:rPr>
        <w:t xml:space="preserve"> </w:t>
      </w:r>
      <w:r w:rsidR="00CF693B" w:rsidRPr="00477D5F">
        <w:rPr>
          <w:rFonts w:ascii="Times New Roman" w:hAnsi="Times New Roman"/>
          <w:bCs/>
          <w:sz w:val="26"/>
          <w:szCs w:val="26"/>
          <w:lang w:eastAsia="ru-RU"/>
        </w:rPr>
        <w:t>внести изменения:</w:t>
      </w:r>
    </w:p>
    <w:p w:rsidR="00597D01" w:rsidRPr="00477D5F" w:rsidRDefault="00F62229" w:rsidP="00F62229">
      <w:pPr>
        <w:spacing w:line="240" w:lineRule="auto"/>
        <w:ind w:left="-284" w:firstLine="284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>Р</w:t>
      </w:r>
      <w:r w:rsidR="00597D01" w:rsidRPr="00477D5F">
        <w:rPr>
          <w:rFonts w:ascii="Times New Roman" w:hAnsi="Times New Roman"/>
          <w:sz w:val="26"/>
          <w:szCs w:val="26"/>
        </w:rPr>
        <w:t xml:space="preserve">аздел «Нормативные правовые акты, регулирующие предоставление муниципальной услуги» </w:t>
      </w:r>
      <w:r w:rsidRPr="00477D5F">
        <w:rPr>
          <w:rFonts w:ascii="Times New Roman" w:hAnsi="Times New Roman"/>
          <w:sz w:val="26"/>
          <w:szCs w:val="26"/>
        </w:rPr>
        <w:t>читать в новой редакции</w:t>
      </w:r>
      <w:r w:rsidR="00597D01" w:rsidRPr="00477D5F">
        <w:rPr>
          <w:rFonts w:ascii="Times New Roman" w:hAnsi="Times New Roman"/>
          <w:sz w:val="26"/>
          <w:szCs w:val="26"/>
        </w:rPr>
        <w:t>:</w:t>
      </w:r>
    </w:p>
    <w:p w:rsidR="00F62229" w:rsidRPr="00477D5F" w:rsidRDefault="00F62229" w:rsidP="00F62229">
      <w:pPr>
        <w:spacing w:line="240" w:lineRule="auto"/>
        <w:ind w:left="-284" w:firstLine="284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 и/или РПГУ, официальном сайте</w:t>
      </w:r>
      <w:r w:rsidRPr="00477D5F">
        <w:rPr>
          <w:rFonts w:ascii="Times New Roman" w:hAnsi="Times New Roman"/>
          <w:sz w:val="26"/>
          <w:szCs w:val="26"/>
          <w:lang w:eastAsia="ru-RU"/>
        </w:rPr>
        <w:t xml:space="preserve"> Комитета образования</w:t>
      </w:r>
      <w:r w:rsidRPr="00477D5F">
        <w:rPr>
          <w:rFonts w:ascii="Times New Roman" w:hAnsi="Times New Roman"/>
          <w:sz w:val="26"/>
          <w:szCs w:val="26"/>
        </w:rPr>
        <w:t>:</w:t>
      </w:r>
    </w:p>
    <w:p w:rsidR="00F62229" w:rsidRPr="00477D5F" w:rsidRDefault="00F62229" w:rsidP="00F62229">
      <w:pPr>
        <w:spacing w:line="240" w:lineRule="auto"/>
        <w:ind w:left="-284" w:firstLine="284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>- Конституция Российской Федерации;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29 декабря 2012 года № 273-ФЗ «Об образовании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24.07.1998 года № 124-ФЗ «Об основных гарантиях прав ребенка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27.07.2010 года № 210-ФЗ «Об организации предоставления государственных и муниципальных услуг»;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02.05.2006 года «О порядке рассмотрения обращений граждан»;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27.07.2006 года № 152-ФЗ «О персональных данных»;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 06.10.2003 года № 131-ФЗ «Об общих принципах организации местного  самоуправления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lastRenderedPageBreak/>
        <w:t xml:space="preserve">- приказ Министерства просвещения Российской Федерации от 15 мая 2020 года № 236 «Об утверждении Порядка приема на </w:t>
      </w:r>
      <w:proofErr w:type="gramStart"/>
      <w:r w:rsidRPr="00477D5F">
        <w:rPr>
          <w:sz w:val="26"/>
          <w:szCs w:val="26"/>
        </w:rPr>
        <w:t>обучение по</w:t>
      </w:r>
      <w:proofErr w:type="gramEnd"/>
      <w:r w:rsidRPr="00477D5F">
        <w:rPr>
          <w:sz w:val="26"/>
          <w:szCs w:val="26"/>
        </w:rPr>
        <w:t xml:space="preserve"> образовательным программам дошкольного образования»;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 xml:space="preserve">- приказ Министерства образования и науки Российской Федерации от 28 декабря 2015 года № 1527 «Об утверждении Порядка и условий осуществления </w:t>
      </w:r>
      <w:proofErr w:type="gramStart"/>
      <w:r w:rsidRPr="00477D5F">
        <w:rPr>
          <w:sz w:val="26"/>
          <w:szCs w:val="26"/>
        </w:rPr>
        <w:t>перевода</w:t>
      </w:r>
      <w:proofErr w:type="gramEnd"/>
      <w:r w:rsidRPr="00477D5F">
        <w:rPr>
          <w:sz w:val="26"/>
          <w:szCs w:val="26"/>
        </w:rP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(в части перевода в государственную или муниципальную образовательную организацию по инициативе родителя (законного представителя));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приказ Министерства просвещения Российской Федерации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 (в части количества детей в отдельных группах или отдельных образовательных организациях);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В части предусмотренного федеральным законодательством права на внеочередное (первоочередное) предоставление муниципальной услуги: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Российской Федерации от 17 января 1992 года № 2202-1 «О прокуратуре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Российской Федерации от 26 июня 1992 года № 3132-1 «О статусе судей в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28 декабря 2010 года № 403-ФЗ «О Следственном комитете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27 мая 1998 года № 76-ФЗ «О статусе военнослужащих»;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7 февраля 2011 года № 3-ФЗ «О полиции»;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Федеральный закон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proofErr w:type="gramStart"/>
      <w:r w:rsidRPr="00477D5F">
        <w:rPr>
          <w:sz w:val="26"/>
          <w:szCs w:val="26"/>
        </w:rPr>
        <w:t xml:space="preserve">- Указ Президента Российской Федерации от </w:t>
      </w:r>
      <w:r w:rsidR="000C7E5E">
        <w:rPr>
          <w:sz w:val="26"/>
          <w:szCs w:val="26"/>
        </w:rPr>
        <w:t>23 января 2024 года № 63</w:t>
      </w:r>
      <w:r w:rsidRPr="00477D5F">
        <w:rPr>
          <w:sz w:val="26"/>
          <w:szCs w:val="26"/>
        </w:rPr>
        <w:t xml:space="preserve"> «О мерах по социальной поддержк</w:t>
      </w:r>
      <w:r w:rsidR="000C7E5E">
        <w:rPr>
          <w:sz w:val="26"/>
          <w:szCs w:val="26"/>
        </w:rPr>
        <w:t>и многодетных семей</w:t>
      </w:r>
      <w:r w:rsidRPr="00477D5F">
        <w:rPr>
          <w:sz w:val="26"/>
          <w:szCs w:val="26"/>
        </w:rPr>
        <w:t>»;</w:t>
      </w:r>
      <w:proofErr w:type="gramEnd"/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Указ Президента Российской Федерации от 2 октября 1992 года № 1157 «О дополнительных мерах государственной поддержки инвалидов»;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постановление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Верховного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Совета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Российской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Федерации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от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27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декабря 1991 года № 2123-1 «О распространении действия Закона РСФСР «О социальной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защите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граждан,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подвергшихся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воздействию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радиации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вследствие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катастрофы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на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Чернобыльской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АЭС»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на граждан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из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подразделений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особого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риска»;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proofErr w:type="gramStart"/>
      <w:r w:rsidRPr="00477D5F">
        <w:rPr>
          <w:sz w:val="26"/>
          <w:szCs w:val="26"/>
        </w:rPr>
        <w:lastRenderedPageBreak/>
        <w:t>- постановление</w:t>
      </w:r>
      <w:r w:rsidRPr="00477D5F">
        <w:rPr>
          <w:spacing w:val="62"/>
          <w:sz w:val="26"/>
          <w:szCs w:val="26"/>
        </w:rPr>
        <w:t xml:space="preserve"> </w:t>
      </w:r>
      <w:r w:rsidRPr="00477D5F">
        <w:rPr>
          <w:sz w:val="26"/>
          <w:szCs w:val="26"/>
        </w:rPr>
        <w:t>Правительства</w:t>
      </w:r>
      <w:r w:rsidRPr="00477D5F">
        <w:rPr>
          <w:spacing w:val="63"/>
          <w:sz w:val="26"/>
          <w:szCs w:val="26"/>
        </w:rPr>
        <w:t xml:space="preserve"> </w:t>
      </w:r>
      <w:r w:rsidRPr="00477D5F">
        <w:rPr>
          <w:sz w:val="26"/>
          <w:szCs w:val="26"/>
        </w:rPr>
        <w:t>Российской</w:t>
      </w:r>
      <w:r w:rsidRPr="00477D5F">
        <w:rPr>
          <w:spacing w:val="63"/>
          <w:sz w:val="26"/>
          <w:szCs w:val="26"/>
        </w:rPr>
        <w:t xml:space="preserve"> </w:t>
      </w:r>
      <w:r w:rsidRPr="00477D5F">
        <w:rPr>
          <w:sz w:val="26"/>
          <w:szCs w:val="26"/>
        </w:rPr>
        <w:t>Федерации</w:t>
      </w:r>
      <w:r w:rsidRPr="00477D5F">
        <w:rPr>
          <w:spacing w:val="67"/>
          <w:sz w:val="26"/>
          <w:szCs w:val="26"/>
        </w:rPr>
        <w:t xml:space="preserve"> </w:t>
      </w:r>
      <w:r w:rsidRPr="00477D5F">
        <w:rPr>
          <w:sz w:val="26"/>
          <w:szCs w:val="26"/>
        </w:rPr>
        <w:t>от</w:t>
      </w:r>
      <w:r w:rsidRPr="00477D5F">
        <w:rPr>
          <w:spacing w:val="60"/>
          <w:sz w:val="26"/>
          <w:szCs w:val="26"/>
        </w:rPr>
        <w:t xml:space="preserve"> </w:t>
      </w:r>
      <w:r w:rsidRPr="00477D5F">
        <w:rPr>
          <w:sz w:val="26"/>
          <w:szCs w:val="26"/>
        </w:rPr>
        <w:t>25</w:t>
      </w:r>
      <w:r w:rsidRPr="00477D5F">
        <w:rPr>
          <w:spacing w:val="64"/>
          <w:sz w:val="26"/>
          <w:szCs w:val="26"/>
        </w:rPr>
        <w:t xml:space="preserve"> </w:t>
      </w:r>
      <w:r w:rsidRPr="00477D5F">
        <w:rPr>
          <w:sz w:val="26"/>
          <w:szCs w:val="26"/>
        </w:rPr>
        <w:t>августа</w:t>
      </w:r>
      <w:r w:rsidRPr="00477D5F">
        <w:rPr>
          <w:spacing w:val="62"/>
          <w:sz w:val="26"/>
          <w:szCs w:val="26"/>
        </w:rPr>
        <w:t xml:space="preserve"> </w:t>
      </w:r>
      <w:r w:rsidRPr="00477D5F">
        <w:rPr>
          <w:sz w:val="26"/>
          <w:szCs w:val="26"/>
        </w:rPr>
        <w:t>1999</w:t>
      </w:r>
      <w:r w:rsidRPr="00477D5F">
        <w:rPr>
          <w:spacing w:val="64"/>
          <w:sz w:val="26"/>
          <w:szCs w:val="26"/>
        </w:rPr>
        <w:t xml:space="preserve"> </w:t>
      </w:r>
      <w:r w:rsidRPr="00477D5F">
        <w:rPr>
          <w:sz w:val="26"/>
          <w:szCs w:val="26"/>
        </w:rPr>
        <w:t>года №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936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«О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дополнительных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мерах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по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социальной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защите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членов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семей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военнослужащих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и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сотрудников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органов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внутренних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дел,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государственной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противопожарной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службы,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уголовно-исполнительной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системы,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непосредственно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участвовавших</w:t>
      </w:r>
      <w:r w:rsidRPr="00477D5F">
        <w:rPr>
          <w:spacing w:val="71"/>
          <w:sz w:val="26"/>
          <w:szCs w:val="26"/>
        </w:rPr>
        <w:t xml:space="preserve"> </w:t>
      </w:r>
      <w:r w:rsidRPr="00477D5F">
        <w:rPr>
          <w:sz w:val="26"/>
          <w:szCs w:val="26"/>
        </w:rPr>
        <w:t>в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борьбе с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терроризмом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на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территории Республики Дагестан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и погибших (пропавших без вести),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умерших,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ставших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инвалидами в</w:t>
      </w:r>
      <w:r w:rsidRPr="00477D5F">
        <w:rPr>
          <w:spacing w:val="70"/>
          <w:sz w:val="26"/>
          <w:szCs w:val="26"/>
        </w:rPr>
        <w:t xml:space="preserve"> </w:t>
      </w:r>
      <w:r w:rsidRPr="00477D5F">
        <w:rPr>
          <w:sz w:val="26"/>
          <w:szCs w:val="26"/>
        </w:rPr>
        <w:t>связи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с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выполнением служебных</w:t>
      </w:r>
      <w:r w:rsidRPr="00477D5F">
        <w:rPr>
          <w:spacing w:val="-3"/>
          <w:sz w:val="26"/>
          <w:szCs w:val="26"/>
        </w:rPr>
        <w:t xml:space="preserve"> </w:t>
      </w:r>
      <w:r w:rsidRPr="00477D5F">
        <w:rPr>
          <w:sz w:val="26"/>
          <w:szCs w:val="26"/>
        </w:rPr>
        <w:t>обязанностей»;</w:t>
      </w:r>
      <w:proofErr w:type="gramEnd"/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 xml:space="preserve">- постановление Правительства Российской Федерации от 9 февраля 2004 года № 65 «О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477D5F">
        <w:rPr>
          <w:sz w:val="26"/>
          <w:szCs w:val="26"/>
        </w:rPr>
        <w:t>контртеррористических</w:t>
      </w:r>
      <w:proofErr w:type="spellEnd"/>
      <w:r w:rsidRPr="00477D5F">
        <w:rPr>
          <w:sz w:val="26"/>
          <w:szCs w:val="26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477D5F">
        <w:rPr>
          <w:sz w:val="26"/>
          <w:szCs w:val="26"/>
        </w:rPr>
        <w:t>Северо-Кавказского</w:t>
      </w:r>
      <w:proofErr w:type="spellEnd"/>
      <w:r w:rsidRPr="00477D5F">
        <w:rPr>
          <w:sz w:val="26"/>
          <w:szCs w:val="26"/>
        </w:rPr>
        <w:t xml:space="preserve"> региона</w:t>
      </w:r>
      <w:r w:rsidRPr="00477D5F">
        <w:rPr>
          <w:spacing w:val="1"/>
          <w:sz w:val="26"/>
          <w:szCs w:val="26"/>
        </w:rPr>
        <w:t xml:space="preserve"> </w:t>
      </w:r>
      <w:r w:rsidRPr="00477D5F">
        <w:rPr>
          <w:sz w:val="26"/>
          <w:szCs w:val="26"/>
        </w:rPr>
        <w:t>Российской</w:t>
      </w:r>
      <w:r w:rsidRPr="00477D5F">
        <w:rPr>
          <w:spacing w:val="-1"/>
          <w:sz w:val="26"/>
          <w:szCs w:val="26"/>
        </w:rPr>
        <w:t xml:space="preserve"> </w:t>
      </w:r>
      <w:r w:rsidRPr="00477D5F">
        <w:rPr>
          <w:sz w:val="26"/>
          <w:szCs w:val="26"/>
        </w:rPr>
        <w:t>Федерации»;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>- постановление Правительства Российской Федерации от 12 августа 2008 года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Абхазии»;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sz w:val="26"/>
          <w:szCs w:val="26"/>
        </w:rPr>
        <w:t xml:space="preserve">- Закон Забайкальского края от 6 июля 2012 года № 693-ЗЗК «Об отдельных вопросах в сфере здравоохранения»; </w:t>
      </w:r>
    </w:p>
    <w:p w:rsidR="00F62229" w:rsidRPr="00477D5F" w:rsidRDefault="00F62229" w:rsidP="00F62229">
      <w:pPr>
        <w:pStyle w:val="ab"/>
        <w:spacing w:after="200"/>
        <w:ind w:left="-284" w:firstLine="284"/>
        <w:jc w:val="both"/>
        <w:rPr>
          <w:sz w:val="26"/>
          <w:szCs w:val="26"/>
        </w:rPr>
      </w:pPr>
      <w:r w:rsidRPr="00477D5F">
        <w:rPr>
          <w:color w:val="000000"/>
          <w:sz w:val="26"/>
          <w:szCs w:val="26"/>
        </w:rPr>
        <w:t>- постановление Правительства Забайкальского края от 15 ноября 2022 года № 546 «О дополнительной мере социальной поддержки отдельной категории граждан в виде внеочередного предоставления их детям мест в государственных и муниципальных дошкольных образовательных организациях Забайкальского края».</w:t>
      </w:r>
    </w:p>
    <w:p w:rsidR="00295B37" w:rsidRPr="00477D5F" w:rsidRDefault="00F62229" w:rsidP="00F62229">
      <w:pPr>
        <w:pStyle w:val="a7"/>
        <w:spacing w:before="28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 xml:space="preserve">- постановление правительства Забайкальского края от 23 мая 2024 года № 249 «О дополнительной мере социальной поддержки многодетных семей в виде первоочередного приема детей из многодетных семей на </w:t>
      </w:r>
      <w:proofErr w:type="gramStart"/>
      <w:r w:rsidRPr="00477D5F">
        <w:rPr>
          <w:rFonts w:ascii="Times New Roman" w:hAnsi="Times New Roman"/>
          <w:sz w:val="26"/>
          <w:szCs w:val="26"/>
        </w:rPr>
        <w:t>обучение по</w:t>
      </w:r>
      <w:proofErr w:type="gramEnd"/>
      <w:r w:rsidRPr="00477D5F">
        <w:rPr>
          <w:rFonts w:ascii="Times New Roman" w:hAnsi="Times New Roman"/>
          <w:sz w:val="26"/>
          <w:szCs w:val="26"/>
        </w:rPr>
        <w:t xml:space="preserve"> образовательным программам дошкольного образования в государственные и муниципальные организации, осуществляющие образовательную деятельность по образовательным программам дошкольного образования».</w:t>
      </w:r>
    </w:p>
    <w:p w:rsidR="00295B37" w:rsidRPr="00477D5F" w:rsidRDefault="00295B37" w:rsidP="00F62229">
      <w:pPr>
        <w:pStyle w:val="a7"/>
        <w:spacing w:before="280" w:line="240" w:lineRule="auto"/>
        <w:ind w:left="-284" w:firstLine="284"/>
        <w:jc w:val="both"/>
        <w:rPr>
          <w:rFonts w:ascii="Times New Roman" w:hAnsi="Times New Roman"/>
          <w:sz w:val="26"/>
          <w:szCs w:val="26"/>
        </w:rPr>
      </w:pPr>
      <w:r w:rsidRPr="00477D5F">
        <w:rPr>
          <w:rFonts w:ascii="Times New Roman" w:hAnsi="Times New Roman"/>
          <w:sz w:val="26"/>
          <w:szCs w:val="26"/>
        </w:rPr>
        <w:t xml:space="preserve"> </w:t>
      </w:r>
    </w:p>
    <w:sectPr w:rsidR="00295B37" w:rsidRPr="00477D5F" w:rsidSect="0052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682486"/>
    <w:multiLevelType w:val="hybridMultilevel"/>
    <w:tmpl w:val="9AD46318"/>
    <w:lvl w:ilvl="0" w:tplc="040A4DA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29EE72E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2">
    <w:nsid w:val="03AF0413"/>
    <w:multiLevelType w:val="multilevel"/>
    <w:tmpl w:val="03DE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563617F"/>
    <w:multiLevelType w:val="multilevel"/>
    <w:tmpl w:val="028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68A0702"/>
    <w:multiLevelType w:val="multilevel"/>
    <w:tmpl w:val="19E49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AB4A87"/>
    <w:multiLevelType w:val="multilevel"/>
    <w:tmpl w:val="AB90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A3837F8"/>
    <w:multiLevelType w:val="multilevel"/>
    <w:tmpl w:val="A45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F82C91"/>
    <w:multiLevelType w:val="multilevel"/>
    <w:tmpl w:val="D4624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476D48"/>
    <w:multiLevelType w:val="hybridMultilevel"/>
    <w:tmpl w:val="2FB0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E6B90"/>
    <w:multiLevelType w:val="hybridMultilevel"/>
    <w:tmpl w:val="89A27CAC"/>
    <w:lvl w:ilvl="0" w:tplc="A32C480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27CD1AB6"/>
    <w:multiLevelType w:val="multilevel"/>
    <w:tmpl w:val="F14C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7DC601A"/>
    <w:multiLevelType w:val="multilevel"/>
    <w:tmpl w:val="098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85620F3"/>
    <w:multiLevelType w:val="multilevel"/>
    <w:tmpl w:val="A67EC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DBA7B62"/>
    <w:multiLevelType w:val="multilevel"/>
    <w:tmpl w:val="78C6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E140396"/>
    <w:multiLevelType w:val="multilevel"/>
    <w:tmpl w:val="742A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074320"/>
    <w:multiLevelType w:val="multilevel"/>
    <w:tmpl w:val="EF064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41D0A61"/>
    <w:multiLevelType w:val="multilevel"/>
    <w:tmpl w:val="A0E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4529D7"/>
    <w:multiLevelType w:val="multilevel"/>
    <w:tmpl w:val="CF80F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B0B6648"/>
    <w:multiLevelType w:val="multilevel"/>
    <w:tmpl w:val="43C6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B9918CC"/>
    <w:multiLevelType w:val="multilevel"/>
    <w:tmpl w:val="E368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0067899"/>
    <w:multiLevelType w:val="multilevel"/>
    <w:tmpl w:val="BF2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42A3BE3"/>
    <w:multiLevelType w:val="multilevel"/>
    <w:tmpl w:val="85F2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B9A1F0A"/>
    <w:multiLevelType w:val="multilevel"/>
    <w:tmpl w:val="D91E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B044B1"/>
    <w:multiLevelType w:val="multilevel"/>
    <w:tmpl w:val="17BCC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4C302F9"/>
    <w:multiLevelType w:val="multilevel"/>
    <w:tmpl w:val="64F0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00D1E1A"/>
    <w:multiLevelType w:val="multilevel"/>
    <w:tmpl w:val="0916F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38D6980"/>
    <w:multiLevelType w:val="multilevel"/>
    <w:tmpl w:val="36F00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000752F"/>
    <w:multiLevelType w:val="hybridMultilevel"/>
    <w:tmpl w:val="6B10B150"/>
    <w:lvl w:ilvl="0" w:tplc="B56EEA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67AD5"/>
    <w:multiLevelType w:val="hybridMultilevel"/>
    <w:tmpl w:val="1CB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1B6AA9"/>
    <w:multiLevelType w:val="hybridMultilevel"/>
    <w:tmpl w:val="30B6284C"/>
    <w:lvl w:ilvl="0" w:tplc="882219EC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C4B0E11"/>
    <w:multiLevelType w:val="multilevel"/>
    <w:tmpl w:val="958E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F8C6610"/>
    <w:multiLevelType w:val="multilevel"/>
    <w:tmpl w:val="A51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9"/>
  </w:num>
  <w:num w:numId="5">
    <w:abstractNumId w:val="24"/>
  </w:num>
  <w:num w:numId="6">
    <w:abstractNumId w:val="20"/>
  </w:num>
  <w:num w:numId="7">
    <w:abstractNumId w:val="21"/>
  </w:num>
  <w:num w:numId="8">
    <w:abstractNumId w:val="18"/>
  </w:num>
  <w:num w:numId="9">
    <w:abstractNumId w:val="16"/>
  </w:num>
  <w:num w:numId="10">
    <w:abstractNumId w:val="11"/>
  </w:num>
  <w:num w:numId="11">
    <w:abstractNumId w:val="6"/>
  </w:num>
  <w:num w:numId="12">
    <w:abstractNumId w:val="26"/>
  </w:num>
  <w:num w:numId="13">
    <w:abstractNumId w:val="4"/>
  </w:num>
  <w:num w:numId="14">
    <w:abstractNumId w:val="22"/>
  </w:num>
  <w:num w:numId="15">
    <w:abstractNumId w:val="14"/>
  </w:num>
  <w:num w:numId="16">
    <w:abstractNumId w:val="10"/>
  </w:num>
  <w:num w:numId="17">
    <w:abstractNumId w:val="25"/>
  </w:num>
  <w:num w:numId="18">
    <w:abstractNumId w:val="23"/>
  </w:num>
  <w:num w:numId="19">
    <w:abstractNumId w:val="31"/>
  </w:num>
  <w:num w:numId="20">
    <w:abstractNumId w:val="12"/>
  </w:num>
  <w:num w:numId="21">
    <w:abstractNumId w:val="7"/>
  </w:num>
  <w:num w:numId="22">
    <w:abstractNumId w:val="30"/>
  </w:num>
  <w:num w:numId="23">
    <w:abstractNumId w:val="17"/>
  </w:num>
  <w:num w:numId="24">
    <w:abstractNumId w:val="15"/>
  </w:num>
  <w:num w:numId="25">
    <w:abstractNumId w:val="5"/>
  </w:num>
  <w:num w:numId="26">
    <w:abstractNumId w:val="9"/>
  </w:num>
  <w:num w:numId="27">
    <w:abstractNumId w:val="27"/>
  </w:num>
  <w:num w:numId="28">
    <w:abstractNumId w:val="1"/>
  </w:num>
  <w:num w:numId="29">
    <w:abstractNumId w:val="29"/>
  </w:num>
  <w:num w:numId="30">
    <w:abstractNumId w:val="8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/>
  <w:rsids>
    <w:rsidRoot w:val="0025214A"/>
    <w:rsid w:val="00005C57"/>
    <w:rsid w:val="000463B3"/>
    <w:rsid w:val="000501E0"/>
    <w:rsid w:val="000520B6"/>
    <w:rsid w:val="00053EC7"/>
    <w:rsid w:val="00063489"/>
    <w:rsid w:val="00064F9F"/>
    <w:rsid w:val="000C7E5E"/>
    <w:rsid w:val="000D2C80"/>
    <w:rsid w:val="000E0FA6"/>
    <w:rsid w:val="000F2B6C"/>
    <w:rsid w:val="000F70CE"/>
    <w:rsid w:val="00115067"/>
    <w:rsid w:val="00122327"/>
    <w:rsid w:val="00127B8E"/>
    <w:rsid w:val="00143DF5"/>
    <w:rsid w:val="001442F0"/>
    <w:rsid w:val="00174BB6"/>
    <w:rsid w:val="00181152"/>
    <w:rsid w:val="001829D7"/>
    <w:rsid w:val="00185995"/>
    <w:rsid w:val="00190951"/>
    <w:rsid w:val="001A5DCE"/>
    <w:rsid w:val="001A6F8D"/>
    <w:rsid w:val="001E3227"/>
    <w:rsid w:val="001F29EC"/>
    <w:rsid w:val="001F5421"/>
    <w:rsid w:val="002018D4"/>
    <w:rsid w:val="002137C5"/>
    <w:rsid w:val="002335C5"/>
    <w:rsid w:val="00244488"/>
    <w:rsid w:val="00245890"/>
    <w:rsid w:val="00246A10"/>
    <w:rsid w:val="0025214A"/>
    <w:rsid w:val="002528B1"/>
    <w:rsid w:val="002563CC"/>
    <w:rsid w:val="00260089"/>
    <w:rsid w:val="00263917"/>
    <w:rsid w:val="00274E48"/>
    <w:rsid w:val="00275637"/>
    <w:rsid w:val="0028003D"/>
    <w:rsid w:val="00295B37"/>
    <w:rsid w:val="002A13EF"/>
    <w:rsid w:val="002B02D7"/>
    <w:rsid w:val="002B223D"/>
    <w:rsid w:val="002B4EAE"/>
    <w:rsid w:val="002B7435"/>
    <w:rsid w:val="002C5140"/>
    <w:rsid w:val="002C5AF5"/>
    <w:rsid w:val="002E2BE3"/>
    <w:rsid w:val="002F4AC5"/>
    <w:rsid w:val="00300643"/>
    <w:rsid w:val="00305AC3"/>
    <w:rsid w:val="00315079"/>
    <w:rsid w:val="00342EE6"/>
    <w:rsid w:val="00356DCD"/>
    <w:rsid w:val="003666DF"/>
    <w:rsid w:val="003769A7"/>
    <w:rsid w:val="003A2A78"/>
    <w:rsid w:val="003C3D0B"/>
    <w:rsid w:val="003C4561"/>
    <w:rsid w:val="003E01DC"/>
    <w:rsid w:val="003E20C4"/>
    <w:rsid w:val="003E4F4B"/>
    <w:rsid w:val="003F2B56"/>
    <w:rsid w:val="003F442E"/>
    <w:rsid w:val="003F64E1"/>
    <w:rsid w:val="004051C5"/>
    <w:rsid w:val="00415489"/>
    <w:rsid w:val="00415F70"/>
    <w:rsid w:val="004173AD"/>
    <w:rsid w:val="00422A2D"/>
    <w:rsid w:val="00455A10"/>
    <w:rsid w:val="0046020C"/>
    <w:rsid w:val="00460585"/>
    <w:rsid w:val="004614A9"/>
    <w:rsid w:val="00462707"/>
    <w:rsid w:val="00477D5F"/>
    <w:rsid w:val="004956D2"/>
    <w:rsid w:val="004975E8"/>
    <w:rsid w:val="004C01C3"/>
    <w:rsid w:val="004C01F9"/>
    <w:rsid w:val="004C61C6"/>
    <w:rsid w:val="004C7AA1"/>
    <w:rsid w:val="004C7DDF"/>
    <w:rsid w:val="004D1D14"/>
    <w:rsid w:val="004F69FA"/>
    <w:rsid w:val="005029EE"/>
    <w:rsid w:val="00502DA2"/>
    <w:rsid w:val="005071EF"/>
    <w:rsid w:val="00515937"/>
    <w:rsid w:val="005201D5"/>
    <w:rsid w:val="005228C0"/>
    <w:rsid w:val="005236D9"/>
    <w:rsid w:val="005276FF"/>
    <w:rsid w:val="0053728C"/>
    <w:rsid w:val="00542239"/>
    <w:rsid w:val="00557B25"/>
    <w:rsid w:val="00565E26"/>
    <w:rsid w:val="00582A99"/>
    <w:rsid w:val="00585F59"/>
    <w:rsid w:val="005972A4"/>
    <w:rsid w:val="00597D01"/>
    <w:rsid w:val="005A528E"/>
    <w:rsid w:val="005A740D"/>
    <w:rsid w:val="005B2F7E"/>
    <w:rsid w:val="005C4411"/>
    <w:rsid w:val="005D77BC"/>
    <w:rsid w:val="005E5AC0"/>
    <w:rsid w:val="006031F1"/>
    <w:rsid w:val="00627D8E"/>
    <w:rsid w:val="00644674"/>
    <w:rsid w:val="00644D8E"/>
    <w:rsid w:val="00645DF9"/>
    <w:rsid w:val="00656667"/>
    <w:rsid w:val="00666359"/>
    <w:rsid w:val="00672C62"/>
    <w:rsid w:val="00687B1D"/>
    <w:rsid w:val="006A5090"/>
    <w:rsid w:val="006A7769"/>
    <w:rsid w:val="006B7AAC"/>
    <w:rsid w:val="006C03D9"/>
    <w:rsid w:val="006C3A24"/>
    <w:rsid w:val="006E56A5"/>
    <w:rsid w:val="006F35BD"/>
    <w:rsid w:val="006F6E93"/>
    <w:rsid w:val="0070385A"/>
    <w:rsid w:val="007212BB"/>
    <w:rsid w:val="0072469E"/>
    <w:rsid w:val="007250ED"/>
    <w:rsid w:val="00730B89"/>
    <w:rsid w:val="007561D4"/>
    <w:rsid w:val="007653BA"/>
    <w:rsid w:val="00776073"/>
    <w:rsid w:val="00781524"/>
    <w:rsid w:val="0078792D"/>
    <w:rsid w:val="00794FFE"/>
    <w:rsid w:val="00795787"/>
    <w:rsid w:val="007964AB"/>
    <w:rsid w:val="007A45F3"/>
    <w:rsid w:val="007B2211"/>
    <w:rsid w:val="007B2C5B"/>
    <w:rsid w:val="007B5951"/>
    <w:rsid w:val="007B61C9"/>
    <w:rsid w:val="007C2BAD"/>
    <w:rsid w:val="007C4938"/>
    <w:rsid w:val="007C5712"/>
    <w:rsid w:val="007E0524"/>
    <w:rsid w:val="007E07A9"/>
    <w:rsid w:val="007E115A"/>
    <w:rsid w:val="00814C1F"/>
    <w:rsid w:val="008227A7"/>
    <w:rsid w:val="00825705"/>
    <w:rsid w:val="00827F2E"/>
    <w:rsid w:val="0083516D"/>
    <w:rsid w:val="00840F3E"/>
    <w:rsid w:val="00845A39"/>
    <w:rsid w:val="00872369"/>
    <w:rsid w:val="00884EDA"/>
    <w:rsid w:val="0089119E"/>
    <w:rsid w:val="0089631D"/>
    <w:rsid w:val="008A4F80"/>
    <w:rsid w:val="008C6605"/>
    <w:rsid w:val="008D11BA"/>
    <w:rsid w:val="008E1C19"/>
    <w:rsid w:val="009247A7"/>
    <w:rsid w:val="00925987"/>
    <w:rsid w:val="0093766B"/>
    <w:rsid w:val="00945BD6"/>
    <w:rsid w:val="00947321"/>
    <w:rsid w:val="0095056C"/>
    <w:rsid w:val="00950D78"/>
    <w:rsid w:val="0095342A"/>
    <w:rsid w:val="00964301"/>
    <w:rsid w:val="00966A57"/>
    <w:rsid w:val="009939F7"/>
    <w:rsid w:val="009A4320"/>
    <w:rsid w:val="009B0CFC"/>
    <w:rsid w:val="009B0FC7"/>
    <w:rsid w:val="009C4A35"/>
    <w:rsid w:val="009D5924"/>
    <w:rsid w:val="009F11F4"/>
    <w:rsid w:val="009F38E9"/>
    <w:rsid w:val="00A15F63"/>
    <w:rsid w:val="00A27417"/>
    <w:rsid w:val="00A41A8C"/>
    <w:rsid w:val="00A43A51"/>
    <w:rsid w:val="00A47408"/>
    <w:rsid w:val="00A512B5"/>
    <w:rsid w:val="00A51B6A"/>
    <w:rsid w:val="00A539D0"/>
    <w:rsid w:val="00A6056E"/>
    <w:rsid w:val="00A64B93"/>
    <w:rsid w:val="00A76319"/>
    <w:rsid w:val="00A82D89"/>
    <w:rsid w:val="00A93B16"/>
    <w:rsid w:val="00A94C25"/>
    <w:rsid w:val="00A97A88"/>
    <w:rsid w:val="00AA1CB5"/>
    <w:rsid w:val="00AA55FA"/>
    <w:rsid w:val="00AB5332"/>
    <w:rsid w:val="00AE2BA2"/>
    <w:rsid w:val="00AE48C6"/>
    <w:rsid w:val="00B147CB"/>
    <w:rsid w:val="00B1618C"/>
    <w:rsid w:val="00B164E2"/>
    <w:rsid w:val="00B41E9C"/>
    <w:rsid w:val="00B43A6E"/>
    <w:rsid w:val="00B54315"/>
    <w:rsid w:val="00B54486"/>
    <w:rsid w:val="00B61E6A"/>
    <w:rsid w:val="00B7490F"/>
    <w:rsid w:val="00B75A19"/>
    <w:rsid w:val="00BA71A5"/>
    <w:rsid w:val="00BC7A4C"/>
    <w:rsid w:val="00BD4DB9"/>
    <w:rsid w:val="00BD7C9D"/>
    <w:rsid w:val="00BE3554"/>
    <w:rsid w:val="00BF03F8"/>
    <w:rsid w:val="00BF51B1"/>
    <w:rsid w:val="00C043A1"/>
    <w:rsid w:val="00C202C0"/>
    <w:rsid w:val="00C32B15"/>
    <w:rsid w:val="00C350E4"/>
    <w:rsid w:val="00C409AD"/>
    <w:rsid w:val="00C42BE4"/>
    <w:rsid w:val="00C514A3"/>
    <w:rsid w:val="00C70596"/>
    <w:rsid w:val="00C758A9"/>
    <w:rsid w:val="00C86772"/>
    <w:rsid w:val="00C913E7"/>
    <w:rsid w:val="00C92A6E"/>
    <w:rsid w:val="00C9689C"/>
    <w:rsid w:val="00CA2D5B"/>
    <w:rsid w:val="00CA36D4"/>
    <w:rsid w:val="00CA5C3F"/>
    <w:rsid w:val="00CC36F4"/>
    <w:rsid w:val="00CC3A92"/>
    <w:rsid w:val="00CC3B02"/>
    <w:rsid w:val="00CD412D"/>
    <w:rsid w:val="00CE25B8"/>
    <w:rsid w:val="00CE360D"/>
    <w:rsid w:val="00CE49A8"/>
    <w:rsid w:val="00CF2694"/>
    <w:rsid w:val="00CF5186"/>
    <w:rsid w:val="00CF693B"/>
    <w:rsid w:val="00D0541F"/>
    <w:rsid w:val="00D138A1"/>
    <w:rsid w:val="00D20E77"/>
    <w:rsid w:val="00D21C92"/>
    <w:rsid w:val="00D52032"/>
    <w:rsid w:val="00D52AD3"/>
    <w:rsid w:val="00D531C2"/>
    <w:rsid w:val="00D62F04"/>
    <w:rsid w:val="00D664CB"/>
    <w:rsid w:val="00D752A0"/>
    <w:rsid w:val="00D84349"/>
    <w:rsid w:val="00D910A4"/>
    <w:rsid w:val="00DB1D16"/>
    <w:rsid w:val="00DB31C9"/>
    <w:rsid w:val="00DC0880"/>
    <w:rsid w:val="00DC66DE"/>
    <w:rsid w:val="00DE0A52"/>
    <w:rsid w:val="00DF157D"/>
    <w:rsid w:val="00E103BD"/>
    <w:rsid w:val="00E14F65"/>
    <w:rsid w:val="00E36644"/>
    <w:rsid w:val="00E459C4"/>
    <w:rsid w:val="00E50C0C"/>
    <w:rsid w:val="00E5234A"/>
    <w:rsid w:val="00E701A0"/>
    <w:rsid w:val="00E73C55"/>
    <w:rsid w:val="00E83AD2"/>
    <w:rsid w:val="00EA0F5B"/>
    <w:rsid w:val="00EA56DD"/>
    <w:rsid w:val="00EA632C"/>
    <w:rsid w:val="00EB1214"/>
    <w:rsid w:val="00ED46CD"/>
    <w:rsid w:val="00ED4714"/>
    <w:rsid w:val="00EE1ECD"/>
    <w:rsid w:val="00EF6487"/>
    <w:rsid w:val="00F0583C"/>
    <w:rsid w:val="00F12AE9"/>
    <w:rsid w:val="00F24A2D"/>
    <w:rsid w:val="00F2652D"/>
    <w:rsid w:val="00F26C2E"/>
    <w:rsid w:val="00F51F46"/>
    <w:rsid w:val="00F60264"/>
    <w:rsid w:val="00F62229"/>
    <w:rsid w:val="00F75219"/>
    <w:rsid w:val="00F757A4"/>
    <w:rsid w:val="00F76BFE"/>
    <w:rsid w:val="00F80CEF"/>
    <w:rsid w:val="00F94C0F"/>
    <w:rsid w:val="00FA1313"/>
    <w:rsid w:val="00FA7658"/>
    <w:rsid w:val="00FF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D664CB"/>
    <w:pPr>
      <w:suppressAutoHyphens/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F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F6487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paafbcbgwflxk3h.xn--p1ai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86;&#1080;%20&#1076;&#1086;&#1082;&#1091;&#1084;&#1077;&#1085;&#1090;&#1099;\2016%20&#1075;&#1086;&#1076;%20&#1088;&#1077;&#1075;&#1083;&#1072;&#1084;&#1077;&#1085;&#1090;&#1099;%20&#1072;&#1076;&#1084;&#1080;&#1085;&#1080;&#1089;&#1090;&#1088;&#1072;&#1094;&#1080;&#1080;\&#1086;&#1073;&#1088;&#1072;&#1079;&#1086;&#1074;&#1072;&#1085;&#1080;&#1077;\&#1047;&#1072;&#1095;&#1080;&#1089;&#1083;&#1077;&#1085;&#1080;&#1077;%20&#1074;%20&#1084;&#1091;&#1085;&#1080;&#1094;&#1080;&#1087;&#1072;&#1083;&#1100;&#1085;&#1099;&#1077;%20&#1086;&#1073;&#1088;&#1072;&#1079;&#1086;&#1074;&#1072;&#1090;&#1077;&#1083;&#1100;&#1085;&#1099;&#1077;%20&#1086;&#1088;&#1075;&#1072;&#1085;&#1080;&#1079;&#1072;&#1094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1FD78-FF73-450B-8AFA-8468556CF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Зачисление в муниципальные образовательные организаци</Template>
  <TotalTime>439</TotalTime>
  <Pages>4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8434</CharactersWithSpaces>
  <SharedDoc>false</SharedDoc>
  <HLinks>
    <vt:vector size="90" baseType="variant">
      <vt:variant>
        <vt:i4>3473481</vt:i4>
      </vt:variant>
      <vt:variant>
        <vt:i4>42</vt:i4>
      </vt:variant>
      <vt:variant>
        <vt:i4>0</vt:i4>
      </vt:variant>
      <vt:variant>
        <vt:i4>5</vt:i4>
      </vt:variant>
      <vt:variant>
        <vt:lpwstr>mailto:mousosh-52@rambler.ru</vt:lpwstr>
      </vt:variant>
      <vt:variant>
        <vt:lpwstr/>
      </vt:variant>
      <vt:variant>
        <vt:i4>6946876</vt:i4>
      </vt:variant>
      <vt:variant>
        <vt:i4>39</vt:i4>
      </vt:variant>
      <vt:variant>
        <vt:i4>0</vt:i4>
      </vt:variant>
      <vt:variant>
        <vt:i4>5</vt:i4>
      </vt:variant>
      <vt:variant>
        <vt:lpwstr>mailto:shkola2_shilka@mail.ru</vt:lpwstr>
      </vt:variant>
      <vt:variant>
        <vt:lpwstr/>
      </vt:variant>
      <vt:variant>
        <vt:i4>4980852</vt:i4>
      </vt:variant>
      <vt:variant>
        <vt:i4>36</vt:i4>
      </vt:variant>
      <vt:variant>
        <vt:i4>0</vt:i4>
      </vt:variant>
      <vt:variant>
        <vt:i4>5</vt:i4>
      </vt:variant>
      <vt:variant>
        <vt:lpwstr>mailto:chironschool@mail.ru</vt:lpwstr>
      </vt:variant>
      <vt:variant>
        <vt:lpwstr/>
      </vt:variant>
      <vt:variant>
        <vt:i4>2097205</vt:i4>
      </vt:variant>
      <vt:variant>
        <vt:i4>33</vt:i4>
      </vt:variant>
      <vt:variant>
        <vt:i4>0</vt:i4>
      </vt:variant>
      <vt:variant>
        <vt:i4>5</vt:i4>
      </vt:variant>
      <vt:variant>
        <vt:lpwstr>mailto:dir_Holbon@mail.ru</vt:lpwstr>
      </vt:variant>
      <vt:variant>
        <vt:lpwstr/>
      </vt:variant>
      <vt:variant>
        <vt:i4>7798794</vt:i4>
      </vt:variant>
      <vt:variant>
        <vt:i4>30</vt:i4>
      </vt:variant>
      <vt:variant>
        <vt:i4>0</vt:i4>
      </vt:variant>
      <vt:variant>
        <vt:i4>5</vt:i4>
      </vt:variant>
      <vt:variant>
        <vt:lpwstr>mailto:ok.kosiakova@yandex.ru</vt:lpwstr>
      </vt:variant>
      <vt:variant>
        <vt:lpwstr/>
      </vt:variant>
      <vt:variant>
        <vt:i4>8257609</vt:i4>
      </vt:variant>
      <vt:variant>
        <vt:i4>27</vt:i4>
      </vt:variant>
      <vt:variant>
        <vt:i4>0</vt:i4>
      </vt:variant>
      <vt:variant>
        <vt:i4>5</vt:i4>
      </vt:variant>
      <vt:variant>
        <vt:lpwstr>mailto:volko86@mail.ru</vt:lpwstr>
      </vt:variant>
      <vt:variant>
        <vt:lpwstr/>
      </vt:variant>
      <vt:variant>
        <vt:i4>7667799</vt:i4>
      </vt:variant>
      <vt:variant>
        <vt:i4>24</vt:i4>
      </vt:variant>
      <vt:variant>
        <vt:i4>0</vt:i4>
      </vt:variant>
      <vt:variant>
        <vt:i4>5</vt:i4>
      </vt:variant>
      <vt:variant>
        <vt:lpwstr>mailto:arbagar@inbox.ru</vt:lpwstr>
      </vt:variant>
      <vt:variant>
        <vt:lpwstr/>
      </vt:variant>
      <vt:variant>
        <vt:i4>917518</vt:i4>
      </vt:variant>
      <vt:variant>
        <vt:i4>21</vt:i4>
      </vt:variant>
      <vt:variant>
        <vt:i4>0</vt:i4>
      </vt:variant>
      <vt:variant>
        <vt:i4>5</vt:i4>
      </vt:variant>
      <vt:variant>
        <vt:lpwstr>http://www.pgu.e-zab.ru/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4653070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consultantplus://offline/ref=04C2DB5719D8C3E279A23F5E85DF1762599359CC43D81DAE45C32C688AG0n4A</vt:lpwstr>
      </vt:variant>
      <vt:variant>
        <vt:lpwstr/>
      </vt:variant>
      <vt:variant>
        <vt:i4>3407973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consultantplus://offline/ref=44190608EB41F65EF599E520592DD05500F9ECEB19EAC08D23F44B68C9F5B50AB601FADC1BA41BE2R76CA</vt:lpwstr>
      </vt:variant>
      <vt:variant>
        <vt:lpwstr/>
      </vt:variant>
      <vt:variant>
        <vt:i4>721016</vt:i4>
      </vt:variant>
      <vt:variant>
        <vt:i4>9</vt:i4>
      </vt:variant>
      <vt:variant>
        <vt:i4>0</vt:i4>
      </vt:variant>
      <vt:variant>
        <vt:i4>5</vt:i4>
      </vt:variant>
      <vt:variant>
        <vt:lpwstr>mailto:shilka-metod@mail.ru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consultantplus://offline/main?base=RLAW011;n=54631;fld=134;dst=100009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consultantplus://offline/main?base=LAW;n=116783;fld=134;dst=100041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Пользователь Windows</cp:lastModifiedBy>
  <cp:revision>79</cp:revision>
  <cp:lastPrinted>2024-06-17T05:06:00Z</cp:lastPrinted>
  <dcterms:created xsi:type="dcterms:W3CDTF">2018-12-19T00:28:00Z</dcterms:created>
  <dcterms:modified xsi:type="dcterms:W3CDTF">2024-06-17T05:07:00Z</dcterms:modified>
</cp:coreProperties>
</file>