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A40" w:rsidRPr="00E7506E" w:rsidRDefault="00775A40" w:rsidP="00E7506E">
      <w:pPr>
        <w:pStyle w:val="Title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p w:rsidR="00775A40" w:rsidRPr="00A95D1E" w:rsidRDefault="00775A40" w:rsidP="00A95D1E">
      <w:pPr>
        <w:pStyle w:val="Title"/>
        <w:rPr>
          <w:b/>
          <w:iCs/>
        </w:rPr>
      </w:pPr>
      <w:r>
        <w:rPr>
          <w:b/>
          <w:iCs/>
        </w:rPr>
        <w:t>СОВЕТ СЕЛЬСКОГО ПОСЕЛЕНИЯ «УСТЬ-ТЕЛЕНГУЙСКОЕ»</w:t>
      </w:r>
    </w:p>
    <w:p w:rsidR="00775A40" w:rsidRDefault="00775A40" w:rsidP="00D54C59">
      <w:pPr>
        <w:jc w:val="center"/>
        <w:rPr>
          <w:b/>
          <w:sz w:val="32"/>
          <w:szCs w:val="32"/>
        </w:rPr>
      </w:pPr>
    </w:p>
    <w:p w:rsidR="00775A40" w:rsidRPr="00E7506E" w:rsidRDefault="00775A40" w:rsidP="00D54C59">
      <w:pPr>
        <w:jc w:val="center"/>
        <w:rPr>
          <w:b/>
          <w:sz w:val="32"/>
          <w:szCs w:val="32"/>
        </w:rPr>
      </w:pPr>
      <w:r w:rsidRPr="00E7506E">
        <w:rPr>
          <w:b/>
          <w:sz w:val="32"/>
          <w:szCs w:val="32"/>
        </w:rPr>
        <w:t>РЕШЕНИЕ</w:t>
      </w:r>
    </w:p>
    <w:p w:rsidR="00775A40" w:rsidRDefault="00775A40" w:rsidP="00D54C59">
      <w:pPr>
        <w:jc w:val="both"/>
      </w:pPr>
    </w:p>
    <w:p w:rsidR="00775A40" w:rsidRPr="007060BE" w:rsidRDefault="00775A40" w:rsidP="00D54C59">
      <w:pPr>
        <w:jc w:val="both"/>
      </w:pPr>
      <w:r>
        <w:t xml:space="preserve">31 марта 2016                                                                            </w:t>
      </w:r>
      <w:r>
        <w:tab/>
      </w:r>
      <w:r>
        <w:tab/>
        <w:t xml:space="preserve">   № 148</w:t>
      </w:r>
    </w:p>
    <w:p w:rsidR="00775A40" w:rsidRPr="007060BE" w:rsidRDefault="00775A40" w:rsidP="00D54C59">
      <w:pPr>
        <w:jc w:val="center"/>
        <w:rPr>
          <w:b/>
        </w:rPr>
      </w:pPr>
    </w:p>
    <w:p w:rsidR="00775A40" w:rsidRPr="00A95D1E" w:rsidRDefault="00775A40" w:rsidP="00D54C59">
      <w:pPr>
        <w:jc w:val="center"/>
      </w:pPr>
      <w:r>
        <w:t>село Усть-Теленгуй</w:t>
      </w:r>
    </w:p>
    <w:p w:rsidR="00775A40" w:rsidRDefault="00775A40" w:rsidP="00D54C59">
      <w:pPr>
        <w:jc w:val="center"/>
        <w:rPr>
          <w:b/>
        </w:rPr>
      </w:pPr>
    </w:p>
    <w:p w:rsidR="00775A40" w:rsidRPr="00D54C59" w:rsidRDefault="00775A40" w:rsidP="00D54C59">
      <w:pPr>
        <w:shd w:val="clear" w:color="auto" w:fill="FFFFFF"/>
        <w:jc w:val="both"/>
        <w:rPr>
          <w:b/>
          <w:bCs/>
          <w:spacing w:val="-6"/>
        </w:rPr>
      </w:pPr>
      <w:r>
        <w:rPr>
          <w:b/>
        </w:rPr>
        <w:t xml:space="preserve">Положение о порядке </w:t>
      </w:r>
      <w:r w:rsidRPr="00D54C59">
        <w:rPr>
          <w:b/>
          <w:bCs/>
          <w:spacing w:val="-6"/>
        </w:rPr>
        <w:t>сообщения лицами, замещающими должности муниципальной службы в</w:t>
      </w:r>
      <w:r>
        <w:rPr>
          <w:b/>
          <w:bCs/>
          <w:spacing w:val="-6"/>
        </w:rPr>
        <w:t xml:space="preserve"> сельском поселении «Усть-Теленгуйское»</w:t>
      </w:r>
      <w:r w:rsidRPr="00D54C59">
        <w:rPr>
          <w:b/>
          <w:bCs/>
          <w:spacing w:val="-6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775A40" w:rsidRDefault="00775A40" w:rsidP="00D54C59">
      <w:pPr>
        <w:tabs>
          <w:tab w:val="left" w:pos="1134"/>
        </w:tabs>
        <w:autoSpaceDE w:val="0"/>
        <w:autoSpaceDN w:val="0"/>
        <w:adjustRightInd w:val="0"/>
        <w:spacing w:before="360"/>
        <w:ind w:firstLine="709"/>
        <w:jc w:val="both"/>
      </w:pPr>
      <w:r>
        <w:rPr>
          <w:color w:val="auto"/>
        </w:rPr>
        <w:t>В соответствии с Указом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</w:t>
      </w:r>
      <w:r>
        <w:t xml:space="preserve"> в целях урегулирования вопроса сообщения </w:t>
      </w:r>
      <w:r>
        <w:rPr>
          <w:bCs/>
          <w:spacing w:val="-6"/>
        </w:rPr>
        <w:t>лицами, замещающими должности муниципальной службы, о возникновении личной заинтересованности при исполнении должностных обязанностей, которая приводит или может привести к конфликту интересов,</w:t>
      </w:r>
      <w:r>
        <w:t xml:space="preserve"> статьей ___ Устава сельского поселения «Усть-Теленгуйское», Совет сельского поселения «Усть-Теленгуйское» </w:t>
      </w:r>
      <w:r>
        <w:rPr>
          <w:b/>
        </w:rPr>
        <w:t>решил</w:t>
      </w:r>
      <w:r w:rsidRPr="000B51A7">
        <w:rPr>
          <w:b/>
        </w:rPr>
        <w:t>:</w:t>
      </w:r>
      <w:r>
        <w:t xml:space="preserve"> </w:t>
      </w:r>
    </w:p>
    <w:p w:rsidR="00775A40" w:rsidRDefault="00775A4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6"/>
        </w:rPr>
      </w:pPr>
      <w:r w:rsidRPr="009B7A05">
        <w:t>1.</w:t>
      </w:r>
      <w:r w:rsidRPr="000B51A7">
        <w:rPr>
          <w:bCs/>
          <w:spacing w:val="-6"/>
        </w:rPr>
        <w:t xml:space="preserve"> </w:t>
      </w:r>
      <w:r>
        <w:rPr>
          <w:bCs/>
          <w:spacing w:val="-6"/>
        </w:rPr>
        <w:t>Утвердить Положение о порядке сообщения лицами, замещающими должности муниципальной службы в сельском поселении «Усть-Теленгуйское», о возникновении личной заинтересованности при исполнении должностных обязанностей, которая приводит или может привести к конфликту интересов (прилагается)</w:t>
      </w:r>
    </w:p>
    <w:p w:rsidR="00775A40" w:rsidRPr="00FD06E8" w:rsidRDefault="00775A40" w:rsidP="00D54C5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 Решение обнародовать путём размещения на стендах в помещении администрации, библиотеках села Верхний Теленгуй и села Усть-Теленгуй, в информационно-коммуникационной сети «Интернет» на сайте муниципального района «Шилкинский район».</w:t>
      </w:r>
    </w:p>
    <w:p w:rsidR="00775A40" w:rsidRDefault="00775A40" w:rsidP="00D54C5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5A40" w:rsidRDefault="00775A40" w:rsidP="00D54C5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5A40" w:rsidRDefault="00775A40" w:rsidP="00D54C59">
      <w:pPr>
        <w:jc w:val="both"/>
      </w:pPr>
      <w:r w:rsidRPr="000B51A7">
        <w:t xml:space="preserve">Глава </w:t>
      </w:r>
      <w:r>
        <w:t xml:space="preserve"> сельского поселения </w:t>
      </w:r>
    </w:p>
    <w:p w:rsidR="00775A40" w:rsidRPr="000B7F2D" w:rsidRDefault="00775A40" w:rsidP="00D54C59">
      <w:pPr>
        <w:jc w:val="both"/>
      </w:pPr>
      <w:r>
        <w:t>«Усть-Теленгуйское»</w:t>
      </w:r>
      <w:r>
        <w:tab/>
      </w:r>
      <w:r>
        <w:tab/>
      </w:r>
      <w:r>
        <w:tab/>
      </w:r>
      <w:r>
        <w:tab/>
      </w:r>
      <w:r>
        <w:tab/>
      </w:r>
      <w:r>
        <w:tab/>
        <w:t>А.Н.Соколов</w:t>
      </w:r>
    </w:p>
    <w:p w:rsidR="00775A40" w:rsidRDefault="00775A40" w:rsidP="00D54C59">
      <w:pPr>
        <w:ind w:left="4253"/>
        <w:jc w:val="center"/>
        <w:rPr>
          <w:sz w:val="24"/>
          <w:szCs w:val="24"/>
        </w:rPr>
      </w:pPr>
    </w:p>
    <w:p w:rsidR="00775A40" w:rsidRDefault="00775A40" w:rsidP="00D54C59">
      <w:pPr>
        <w:ind w:left="4253"/>
        <w:jc w:val="center"/>
        <w:rPr>
          <w:sz w:val="24"/>
          <w:szCs w:val="24"/>
        </w:rPr>
      </w:pPr>
    </w:p>
    <w:p w:rsidR="00775A40" w:rsidRDefault="00775A40" w:rsidP="00D54C59">
      <w:pPr>
        <w:ind w:left="4253"/>
        <w:jc w:val="center"/>
        <w:rPr>
          <w:sz w:val="24"/>
          <w:szCs w:val="24"/>
        </w:rPr>
      </w:pPr>
    </w:p>
    <w:p w:rsidR="00775A40" w:rsidRDefault="00775A40" w:rsidP="00D54C59">
      <w:pPr>
        <w:ind w:left="4253"/>
        <w:jc w:val="center"/>
        <w:rPr>
          <w:sz w:val="24"/>
          <w:szCs w:val="24"/>
        </w:rPr>
      </w:pPr>
    </w:p>
    <w:p w:rsidR="00775A40" w:rsidRDefault="00775A40" w:rsidP="00D54C59">
      <w:pPr>
        <w:ind w:left="4253"/>
        <w:jc w:val="center"/>
        <w:rPr>
          <w:sz w:val="24"/>
          <w:szCs w:val="24"/>
        </w:rPr>
      </w:pPr>
    </w:p>
    <w:p w:rsidR="00775A40" w:rsidRDefault="00775A40" w:rsidP="00D54C59">
      <w:pPr>
        <w:ind w:left="4253"/>
        <w:jc w:val="center"/>
        <w:rPr>
          <w:sz w:val="24"/>
          <w:szCs w:val="24"/>
        </w:rPr>
      </w:pPr>
    </w:p>
    <w:p w:rsidR="00775A40" w:rsidRDefault="00775A40" w:rsidP="00D54C59">
      <w:pPr>
        <w:ind w:left="4253"/>
        <w:jc w:val="center"/>
        <w:rPr>
          <w:sz w:val="24"/>
          <w:szCs w:val="24"/>
        </w:rPr>
      </w:pPr>
    </w:p>
    <w:p w:rsidR="00775A40" w:rsidRDefault="00775A40" w:rsidP="00D54C59">
      <w:pPr>
        <w:ind w:left="4253"/>
        <w:jc w:val="center"/>
        <w:rPr>
          <w:sz w:val="24"/>
          <w:szCs w:val="24"/>
        </w:rPr>
      </w:pPr>
    </w:p>
    <w:p w:rsidR="00775A40" w:rsidRDefault="00775A40" w:rsidP="00D54C59">
      <w:pPr>
        <w:ind w:left="4253"/>
        <w:jc w:val="center"/>
        <w:rPr>
          <w:sz w:val="24"/>
          <w:szCs w:val="24"/>
        </w:rPr>
      </w:pPr>
    </w:p>
    <w:p w:rsidR="00775A40" w:rsidRPr="00D257C4" w:rsidRDefault="00775A40" w:rsidP="00D54C59">
      <w:pPr>
        <w:ind w:left="4253"/>
        <w:jc w:val="center"/>
        <w:rPr>
          <w:sz w:val="24"/>
          <w:szCs w:val="24"/>
        </w:rPr>
      </w:pPr>
      <w:r w:rsidRPr="00D257C4">
        <w:rPr>
          <w:sz w:val="24"/>
          <w:szCs w:val="24"/>
        </w:rPr>
        <w:t>УТВЕРЖДЕНО</w:t>
      </w:r>
    </w:p>
    <w:p w:rsidR="00775A40" w:rsidRDefault="00775A40" w:rsidP="00D54C59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решением Совета сельского поселения</w:t>
      </w:r>
    </w:p>
    <w:p w:rsidR="00775A40" w:rsidRPr="00D257C4" w:rsidRDefault="00775A40" w:rsidP="00D54C59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«Усть-Теленгуйское»</w:t>
      </w:r>
    </w:p>
    <w:p w:rsidR="00775A40" w:rsidRPr="00601DB1" w:rsidRDefault="00775A40" w:rsidP="00D54C59">
      <w:pPr>
        <w:shd w:val="clear" w:color="auto" w:fill="FFFFFF"/>
        <w:spacing w:line="360" w:lineRule="auto"/>
        <w:ind w:left="5103"/>
        <w:rPr>
          <w:sz w:val="24"/>
          <w:szCs w:val="24"/>
        </w:rPr>
      </w:pPr>
      <w:r>
        <w:rPr>
          <w:sz w:val="24"/>
          <w:szCs w:val="24"/>
        </w:rPr>
        <w:t>от__2016</w:t>
      </w:r>
      <w:r w:rsidRPr="00D257C4">
        <w:rPr>
          <w:sz w:val="24"/>
          <w:szCs w:val="24"/>
        </w:rPr>
        <w:t xml:space="preserve"> № ____</w:t>
      </w:r>
    </w:p>
    <w:p w:rsidR="00775A40" w:rsidRDefault="00775A40" w:rsidP="00D54C59">
      <w:pPr>
        <w:shd w:val="clear" w:color="auto" w:fill="FFFFFF"/>
        <w:spacing w:before="840"/>
        <w:jc w:val="center"/>
        <w:rPr>
          <w:b/>
          <w:bCs/>
        </w:rPr>
      </w:pPr>
      <w:r>
        <w:rPr>
          <w:b/>
          <w:bCs/>
        </w:rPr>
        <w:t>ПОЛОЖЕНИЕ</w:t>
      </w:r>
    </w:p>
    <w:p w:rsidR="00775A40" w:rsidRDefault="00775A40" w:rsidP="00D54C59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о порядке сообщения лицами, замещающими должности муниципальной службы в сельском поселении «Усть-Теленгуйское»,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775A40" w:rsidRDefault="00775A40" w:rsidP="00D54C59">
      <w:pPr>
        <w:shd w:val="clear" w:color="auto" w:fill="FFFFFF"/>
        <w:tabs>
          <w:tab w:val="left" w:pos="1134"/>
        </w:tabs>
        <w:spacing w:before="360"/>
        <w:ind w:firstLine="709"/>
        <w:jc w:val="both"/>
        <w:rPr>
          <w:bCs/>
        </w:rPr>
      </w:pPr>
      <w:r>
        <w:rPr>
          <w:bCs/>
        </w:rPr>
        <w:t>1.</w:t>
      </w:r>
      <w:r>
        <w:rPr>
          <w:bCs/>
        </w:rPr>
        <w:tab/>
        <w:t>Настоящим Положением определяется порядок сообщения лицами, замещающими должности муниципальной службы в сельском поселении «Усть-Теленгуйское»,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775A40" w:rsidRDefault="00775A4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2.</w:t>
      </w:r>
      <w:r>
        <w:rPr>
          <w:bCs/>
        </w:rPr>
        <w:tab/>
        <w:t>Лица, замещающие должности муниципальной службы в сельском поселении «Усть-Теленгуйское», обязаны в соответствии с законодательством Российской Федерации о противодействии коррупции и муниципальной службе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775A40" w:rsidRDefault="00775A4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уведомление).</w:t>
      </w:r>
    </w:p>
    <w:p w:rsidR="00775A40" w:rsidRDefault="00775A4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3.</w:t>
      </w:r>
      <w:r>
        <w:rPr>
          <w:bCs/>
        </w:rPr>
        <w:tab/>
        <w:t xml:space="preserve">Муниципальные служащие направляют руководителю </w:t>
      </w:r>
      <w:r>
        <w:t xml:space="preserve">органа местного самоуправления, </w:t>
      </w:r>
      <w:r>
        <w:rPr>
          <w:bCs/>
        </w:rPr>
        <w:t>уведомление, составленное по форме согласно приложению к настоящему Положению.</w:t>
      </w:r>
    </w:p>
    <w:p w:rsidR="00775A40" w:rsidRDefault="00775A4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4.</w:t>
      </w:r>
      <w:r>
        <w:rPr>
          <w:bCs/>
        </w:rPr>
        <w:tab/>
        <w:t>Уведомление рассматривается заместителем руководителя администрации сельского поселения (далее – ответственное должностное лицо).</w:t>
      </w:r>
    </w:p>
    <w:p w:rsidR="00775A40" w:rsidRDefault="00775A4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5.</w:t>
      </w:r>
      <w:r>
        <w:rPr>
          <w:bCs/>
        </w:rPr>
        <w:tab/>
        <w:t>В ходе предварительного рассмотрения уведомления ответственное должностное лицо имеет право получать в установленном порядке от лица, направившего уведомление,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Забайкальского края, иные государственные органы, органы местного самоуправления и заинтересованные организации.</w:t>
      </w:r>
    </w:p>
    <w:p w:rsidR="00775A40" w:rsidRDefault="00775A4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6.</w:t>
      </w:r>
      <w:r>
        <w:rPr>
          <w:bCs/>
        </w:rPr>
        <w:tab/>
        <w:t>По результатам предварительного рассмотрения поступившего уведомления ответственным должностным лицом подготавливается мотивированное заключение.</w:t>
      </w:r>
    </w:p>
    <w:p w:rsidR="00775A40" w:rsidRDefault="00775A4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 xml:space="preserve">Уведомление, заключение и другие материалы, полученные в ходе предварительного рассмотрения уведомления, представляются председателю комиссии </w:t>
      </w:r>
      <w:r>
        <w:t>по соблюдению требований к служебному поведению муниципальных служащих и урегулированию конфликта интересов в сельском поселении «Усть-Теленгуйское»</w:t>
      </w:r>
      <w:r>
        <w:rPr>
          <w:i/>
        </w:rPr>
        <w:t xml:space="preserve"> </w:t>
      </w:r>
      <w:r>
        <w:t xml:space="preserve">(далее – председатель комиссии) в течение семи рабочих дней со дня поступления уведомления </w:t>
      </w:r>
      <w:r>
        <w:rPr>
          <w:bCs/>
        </w:rPr>
        <w:t>ответственному должностному лицу.</w:t>
      </w:r>
    </w:p>
    <w:p w:rsidR="00775A40" w:rsidRDefault="00775A40" w:rsidP="00D54C59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>
        <w:rPr>
          <w:bCs/>
        </w:rPr>
        <w:t>В случае направления запросов, указанных в пункте 5 настоящего Положения, уведомление, заключение и другие материалы представляются председателю комиссии в течение 45 календарных дней со дня поступления уведомления ответственному должностному лицу. Указанный срок может быть продлен, но не более чем на 30 календарных дней.</w:t>
      </w:r>
    </w:p>
    <w:p w:rsidR="00775A40" w:rsidRDefault="00775A40" w:rsidP="00D54C59">
      <w:pPr>
        <w:shd w:val="clear" w:color="auto" w:fill="FFFFFF"/>
        <w:spacing w:before="100" w:beforeAutospacing="1"/>
        <w:jc w:val="center"/>
        <w:rPr>
          <w:bCs/>
        </w:rPr>
      </w:pPr>
      <w:r>
        <w:rPr>
          <w:bCs/>
        </w:rPr>
        <w:t>_______________________</w:t>
      </w:r>
    </w:p>
    <w:p w:rsidR="00775A40" w:rsidRDefault="00775A40" w:rsidP="00D54C59">
      <w:pPr>
        <w:jc w:val="both"/>
        <w:rPr>
          <w:bCs/>
        </w:rPr>
      </w:pPr>
      <w:r>
        <w:rPr>
          <w:bCs/>
        </w:rPr>
        <w:br w:type="page"/>
      </w:r>
    </w:p>
    <w:p w:rsidR="00775A40" w:rsidRPr="00D54C59" w:rsidRDefault="00775A40" w:rsidP="00D54C59">
      <w:pPr>
        <w:shd w:val="clear" w:color="auto" w:fill="FFFFFF"/>
        <w:spacing w:line="360" w:lineRule="auto"/>
        <w:ind w:left="3969"/>
        <w:jc w:val="center"/>
        <w:rPr>
          <w:bCs/>
          <w:spacing w:val="-6"/>
          <w:sz w:val="24"/>
          <w:szCs w:val="24"/>
        </w:rPr>
      </w:pPr>
      <w:r w:rsidRPr="00D54C59">
        <w:rPr>
          <w:bCs/>
          <w:spacing w:val="-6"/>
          <w:sz w:val="24"/>
          <w:szCs w:val="24"/>
        </w:rPr>
        <w:t>ПРИЛОЖЕНИЕ</w:t>
      </w:r>
    </w:p>
    <w:p w:rsidR="00775A40" w:rsidRPr="00D54C59" w:rsidRDefault="00775A40" w:rsidP="00D54C59">
      <w:pPr>
        <w:shd w:val="clear" w:color="auto" w:fill="FFFFFF"/>
        <w:ind w:left="3969"/>
        <w:jc w:val="center"/>
        <w:rPr>
          <w:bCs/>
          <w:spacing w:val="-6"/>
          <w:sz w:val="24"/>
          <w:szCs w:val="24"/>
        </w:rPr>
      </w:pPr>
      <w:r w:rsidRPr="00D54C59">
        <w:rPr>
          <w:bCs/>
          <w:spacing w:val="-6"/>
          <w:sz w:val="24"/>
          <w:szCs w:val="24"/>
        </w:rPr>
        <w:t>к Положению о порядке сообщения лицами,</w:t>
      </w:r>
    </w:p>
    <w:p w:rsidR="00775A40" w:rsidRPr="00D54C59" w:rsidRDefault="00775A40" w:rsidP="00D54C59">
      <w:pPr>
        <w:shd w:val="clear" w:color="auto" w:fill="FFFFFF"/>
        <w:ind w:left="3969"/>
        <w:jc w:val="center"/>
        <w:rPr>
          <w:bCs/>
          <w:spacing w:val="-6"/>
          <w:sz w:val="24"/>
          <w:szCs w:val="24"/>
        </w:rPr>
      </w:pPr>
      <w:r w:rsidRPr="00D54C59">
        <w:rPr>
          <w:bCs/>
          <w:spacing w:val="-6"/>
          <w:sz w:val="24"/>
          <w:szCs w:val="24"/>
        </w:rPr>
        <w:t>замещающими должности муниципальной службы, о возникновении личной заинтересованности при исполнении</w:t>
      </w:r>
      <w:r>
        <w:rPr>
          <w:bCs/>
          <w:spacing w:val="-6"/>
          <w:sz w:val="24"/>
          <w:szCs w:val="24"/>
        </w:rPr>
        <w:t xml:space="preserve"> </w:t>
      </w:r>
      <w:r w:rsidRPr="00D54C59">
        <w:rPr>
          <w:bCs/>
          <w:spacing w:val="-6"/>
          <w:sz w:val="24"/>
          <w:szCs w:val="24"/>
        </w:rPr>
        <w:t>должностных обязанностей, которая приводит</w:t>
      </w:r>
      <w:r>
        <w:rPr>
          <w:bCs/>
          <w:spacing w:val="-6"/>
          <w:sz w:val="24"/>
          <w:szCs w:val="24"/>
        </w:rPr>
        <w:t xml:space="preserve"> </w:t>
      </w:r>
      <w:r w:rsidRPr="00D54C59">
        <w:rPr>
          <w:bCs/>
          <w:spacing w:val="-6"/>
          <w:sz w:val="24"/>
          <w:szCs w:val="24"/>
        </w:rPr>
        <w:t>или может привести к конфликту интересов</w:t>
      </w:r>
    </w:p>
    <w:p w:rsidR="00775A40" w:rsidRDefault="00775A40" w:rsidP="00D54C59">
      <w:pPr>
        <w:shd w:val="clear" w:color="auto" w:fill="FFFFFF"/>
        <w:spacing w:before="100" w:beforeAutospacing="1"/>
        <w:ind w:firstLine="709"/>
        <w:jc w:val="right"/>
        <w:rPr>
          <w:bCs/>
          <w:spacing w:val="-6"/>
        </w:rPr>
      </w:pPr>
      <w:r>
        <w:rPr>
          <w:bCs/>
          <w:spacing w:val="-6"/>
        </w:rPr>
        <w:t>ФОРМА</w:t>
      </w:r>
    </w:p>
    <w:p w:rsidR="00775A40" w:rsidRDefault="00775A4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___________________</w:t>
      </w:r>
    </w:p>
    <w:p w:rsidR="00775A40" w:rsidRPr="00D54C59" w:rsidRDefault="00775A40" w:rsidP="00D54C59">
      <w:pPr>
        <w:shd w:val="clear" w:color="auto" w:fill="FFFFFF"/>
        <w:ind w:firstLine="709"/>
        <w:jc w:val="both"/>
        <w:rPr>
          <w:bCs/>
          <w:spacing w:val="-6"/>
          <w:sz w:val="22"/>
          <w:szCs w:val="22"/>
        </w:rPr>
      </w:pPr>
      <w:r w:rsidRPr="00D54C59">
        <w:rPr>
          <w:bCs/>
          <w:spacing w:val="-6"/>
          <w:sz w:val="22"/>
          <w:szCs w:val="22"/>
        </w:rPr>
        <w:t>(отметка об ознакомлении)</w:t>
      </w:r>
    </w:p>
    <w:p w:rsidR="00775A40" w:rsidRDefault="00775A40" w:rsidP="00D54C59">
      <w:pPr>
        <w:shd w:val="clear" w:color="auto" w:fill="FFFFFF"/>
        <w:ind w:left="4395"/>
        <w:rPr>
          <w:bCs/>
          <w:spacing w:val="-6"/>
        </w:rPr>
      </w:pPr>
      <w:r>
        <w:rPr>
          <w:bCs/>
          <w:spacing w:val="-6"/>
        </w:rPr>
        <w:t>_____________________________________</w:t>
      </w:r>
    </w:p>
    <w:p w:rsidR="00775A40" w:rsidRDefault="00775A40" w:rsidP="00D54C59">
      <w:pPr>
        <w:shd w:val="clear" w:color="auto" w:fill="FFFFFF"/>
        <w:ind w:left="4395"/>
        <w:jc w:val="center"/>
        <w:rPr>
          <w:bCs/>
          <w:spacing w:val="-6"/>
          <w:sz w:val="20"/>
          <w:szCs w:val="20"/>
        </w:rPr>
      </w:pPr>
      <w:r>
        <w:rPr>
          <w:bCs/>
          <w:spacing w:val="-6"/>
          <w:sz w:val="20"/>
          <w:szCs w:val="20"/>
        </w:rPr>
        <w:t>(наименование должности руководителя органа</w:t>
      </w:r>
    </w:p>
    <w:p w:rsidR="00775A40" w:rsidRDefault="00775A40" w:rsidP="00D54C59">
      <w:pPr>
        <w:shd w:val="clear" w:color="auto" w:fill="FFFFFF"/>
        <w:ind w:left="4395"/>
        <w:rPr>
          <w:bCs/>
          <w:spacing w:val="-6"/>
        </w:rPr>
      </w:pPr>
      <w:r>
        <w:rPr>
          <w:bCs/>
          <w:spacing w:val="-6"/>
        </w:rPr>
        <w:t>_____________________________________</w:t>
      </w:r>
    </w:p>
    <w:p w:rsidR="00775A40" w:rsidRDefault="00775A40" w:rsidP="00D54C59">
      <w:pPr>
        <w:shd w:val="clear" w:color="auto" w:fill="FFFFFF"/>
        <w:ind w:left="4395"/>
        <w:jc w:val="center"/>
        <w:rPr>
          <w:bCs/>
          <w:spacing w:val="-6"/>
          <w:sz w:val="20"/>
          <w:szCs w:val="20"/>
        </w:rPr>
      </w:pPr>
      <w:r>
        <w:rPr>
          <w:bCs/>
          <w:spacing w:val="-6"/>
          <w:sz w:val="20"/>
          <w:szCs w:val="20"/>
        </w:rPr>
        <w:t>местного самоуправления муниципального образования)</w:t>
      </w:r>
    </w:p>
    <w:p w:rsidR="00775A40" w:rsidRDefault="00775A40" w:rsidP="00D54C59">
      <w:pPr>
        <w:shd w:val="clear" w:color="auto" w:fill="FFFFFF"/>
        <w:ind w:left="4395"/>
        <w:jc w:val="center"/>
        <w:rPr>
          <w:bCs/>
          <w:spacing w:val="-6"/>
        </w:rPr>
      </w:pPr>
      <w:r>
        <w:rPr>
          <w:bCs/>
          <w:spacing w:val="-6"/>
        </w:rPr>
        <w:t>_____________________________________</w:t>
      </w:r>
    </w:p>
    <w:p w:rsidR="00775A40" w:rsidRDefault="00775A40" w:rsidP="00D54C59">
      <w:pPr>
        <w:shd w:val="clear" w:color="auto" w:fill="FFFFFF"/>
        <w:ind w:left="4395"/>
        <w:rPr>
          <w:bCs/>
          <w:spacing w:val="-6"/>
        </w:rPr>
      </w:pPr>
      <w:r>
        <w:rPr>
          <w:bCs/>
          <w:spacing w:val="-6"/>
        </w:rPr>
        <w:t>от___________________________________</w:t>
      </w:r>
    </w:p>
    <w:p w:rsidR="00775A40" w:rsidRDefault="00775A40" w:rsidP="00D54C59">
      <w:pPr>
        <w:shd w:val="clear" w:color="auto" w:fill="FFFFFF"/>
        <w:ind w:left="4395"/>
        <w:rPr>
          <w:bCs/>
          <w:spacing w:val="-6"/>
        </w:rPr>
      </w:pPr>
      <w:r>
        <w:rPr>
          <w:bCs/>
          <w:spacing w:val="-6"/>
        </w:rPr>
        <w:t>_____________________________________</w:t>
      </w:r>
    </w:p>
    <w:p w:rsidR="00775A40" w:rsidRDefault="00775A40" w:rsidP="00D54C59">
      <w:pPr>
        <w:shd w:val="clear" w:color="auto" w:fill="FFFFFF"/>
        <w:ind w:left="4395"/>
        <w:jc w:val="center"/>
        <w:rPr>
          <w:bCs/>
          <w:spacing w:val="-6"/>
          <w:sz w:val="20"/>
          <w:szCs w:val="20"/>
        </w:rPr>
      </w:pPr>
      <w:r>
        <w:rPr>
          <w:bCs/>
          <w:spacing w:val="-6"/>
          <w:sz w:val="20"/>
          <w:szCs w:val="20"/>
        </w:rPr>
        <w:t>(Ф. И. О., замещаемая должность)</w:t>
      </w:r>
    </w:p>
    <w:p w:rsidR="00775A40" w:rsidRDefault="00775A40" w:rsidP="00D54C59">
      <w:pPr>
        <w:shd w:val="clear" w:color="auto" w:fill="FFFFFF"/>
        <w:ind w:firstLine="709"/>
        <w:jc w:val="center"/>
        <w:rPr>
          <w:bCs/>
          <w:spacing w:val="-6"/>
        </w:rPr>
      </w:pPr>
    </w:p>
    <w:p w:rsidR="00775A40" w:rsidRDefault="00775A40" w:rsidP="00D54C59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УВЕДОМЛЕНИЕ</w:t>
      </w:r>
    </w:p>
    <w:p w:rsidR="00775A40" w:rsidRDefault="00775A40" w:rsidP="00D54C59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о возникновении личной заинтересованности</w:t>
      </w:r>
    </w:p>
    <w:p w:rsidR="00775A40" w:rsidRDefault="00775A40" w:rsidP="00D54C59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при исполнении должностных обязанностей,</w:t>
      </w:r>
    </w:p>
    <w:p w:rsidR="00775A40" w:rsidRDefault="00775A40" w:rsidP="00D54C59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которая приводит или может привести к конфликту интересов</w:t>
      </w:r>
    </w:p>
    <w:p w:rsidR="00775A40" w:rsidRDefault="00775A40" w:rsidP="00D54C59">
      <w:pPr>
        <w:shd w:val="clear" w:color="auto" w:fill="FFFFFF"/>
        <w:ind w:firstLine="709"/>
        <w:jc w:val="center"/>
        <w:rPr>
          <w:b/>
          <w:bCs/>
          <w:spacing w:val="-6"/>
        </w:rPr>
      </w:pPr>
    </w:p>
    <w:p w:rsidR="00775A40" w:rsidRDefault="00775A4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775A40" w:rsidRDefault="00775A4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Обстоятельства, являющиеся основанием возникновения личной заинтересованности: ___________________________________________________</w:t>
      </w:r>
    </w:p>
    <w:p w:rsidR="00775A40" w:rsidRDefault="00775A40" w:rsidP="00D54C59">
      <w:p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>_____________________________________________________________________</w:t>
      </w:r>
    </w:p>
    <w:p w:rsidR="00775A40" w:rsidRDefault="00775A40" w:rsidP="00D54C59">
      <w:pPr>
        <w:shd w:val="clear" w:color="auto" w:fill="FFFFFF"/>
        <w:jc w:val="both"/>
        <w:rPr>
          <w:bCs/>
          <w:spacing w:val="-6"/>
        </w:rPr>
      </w:pPr>
    </w:p>
    <w:p w:rsidR="00775A40" w:rsidRDefault="00775A4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Должностные обязанности, на исполнение которых влияет или может повлиять личная заинтересованность:_____________________________________</w:t>
      </w:r>
    </w:p>
    <w:p w:rsidR="00775A40" w:rsidRDefault="00775A40" w:rsidP="00D54C59">
      <w:p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>_____________________________________________________________________</w:t>
      </w:r>
    </w:p>
    <w:p w:rsidR="00775A40" w:rsidRDefault="00775A40" w:rsidP="00D54C59">
      <w:pPr>
        <w:shd w:val="clear" w:color="auto" w:fill="FFFFFF"/>
        <w:jc w:val="both"/>
        <w:rPr>
          <w:bCs/>
          <w:spacing w:val="-6"/>
        </w:rPr>
      </w:pPr>
    </w:p>
    <w:p w:rsidR="00775A40" w:rsidRDefault="00775A4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Предлагаемые меры по предотвращению или урегулированию конфликта интересов:____________________________________________________________</w:t>
      </w:r>
    </w:p>
    <w:p w:rsidR="00775A40" w:rsidRDefault="00775A40" w:rsidP="00D54C59">
      <w:p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>_____________________________________________________________________</w:t>
      </w:r>
    </w:p>
    <w:p w:rsidR="00775A40" w:rsidRDefault="00775A40" w:rsidP="00D54C59">
      <w:pPr>
        <w:shd w:val="clear" w:color="auto" w:fill="FFFFFF"/>
        <w:ind w:firstLine="709"/>
        <w:jc w:val="both"/>
        <w:rPr>
          <w:bCs/>
          <w:spacing w:val="-6"/>
        </w:rPr>
      </w:pPr>
    </w:p>
    <w:p w:rsidR="00775A40" w:rsidRDefault="00775A40" w:rsidP="00D54C59">
      <w:pPr>
        <w:shd w:val="clear" w:color="auto" w:fill="FFFFFF"/>
        <w:ind w:firstLine="709"/>
        <w:jc w:val="both"/>
        <w:rPr>
          <w:bCs/>
          <w:spacing w:val="-6"/>
        </w:rPr>
      </w:pPr>
      <w:r>
        <w:rPr>
          <w:bCs/>
          <w:spacing w:val="-6"/>
        </w:rPr>
        <w:t>Намереваюсь (не намереваюсь) лично присутствовать на заседании комиссии по соблюдению требований к служебному поведению гражданских служащих и урегулированию конфликта интересов в сельском поселении «Усть-Теленгуйское» при рассмотрении настоящего уведомления (нужное подчеркнуть).</w:t>
      </w:r>
    </w:p>
    <w:p w:rsidR="00775A40" w:rsidRDefault="00775A40" w:rsidP="00D54C59">
      <w:pPr>
        <w:shd w:val="clear" w:color="auto" w:fill="FFFFFF"/>
        <w:ind w:firstLine="709"/>
        <w:jc w:val="both"/>
        <w:rPr>
          <w:bCs/>
          <w:spacing w:val="-6"/>
        </w:rPr>
      </w:pPr>
    </w:p>
    <w:p w:rsidR="00775A40" w:rsidRDefault="00775A40" w:rsidP="00D54C59">
      <w:p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>«____»____________20__г.     ________________      ________________________</w:t>
      </w:r>
    </w:p>
    <w:p w:rsidR="00775A40" w:rsidRDefault="00775A40" w:rsidP="00D54C59">
      <w:pPr>
        <w:shd w:val="clear" w:color="auto" w:fill="FFFFFF"/>
        <w:ind w:firstLine="709"/>
        <w:jc w:val="both"/>
        <w:rPr>
          <w:bCs/>
          <w:spacing w:val="-6"/>
          <w:sz w:val="20"/>
          <w:szCs w:val="20"/>
        </w:rPr>
      </w:pPr>
      <w:r>
        <w:rPr>
          <w:bCs/>
          <w:spacing w:val="-6"/>
        </w:rPr>
        <w:t xml:space="preserve">                                                 </w:t>
      </w:r>
      <w:r>
        <w:rPr>
          <w:bCs/>
          <w:spacing w:val="-6"/>
          <w:sz w:val="20"/>
          <w:szCs w:val="20"/>
        </w:rPr>
        <w:t>(подпись лица,                                     (расшифровка подписи)</w:t>
      </w:r>
    </w:p>
    <w:p w:rsidR="00775A40" w:rsidRPr="00E0461E" w:rsidRDefault="00775A40" w:rsidP="00E0461E">
      <w:pPr>
        <w:shd w:val="clear" w:color="auto" w:fill="FFFFFF"/>
        <w:jc w:val="both"/>
        <w:rPr>
          <w:bCs/>
          <w:spacing w:val="-6"/>
          <w:sz w:val="20"/>
          <w:szCs w:val="20"/>
        </w:rPr>
      </w:pPr>
      <w:r>
        <w:rPr>
          <w:bCs/>
          <w:spacing w:val="-6"/>
          <w:sz w:val="20"/>
          <w:szCs w:val="20"/>
        </w:rPr>
        <w:t xml:space="preserve">                                                                       направляющего уведомление)</w:t>
      </w:r>
      <w:r>
        <w:rPr>
          <w:bCs/>
          <w:spacing w:val="-6"/>
        </w:rPr>
        <w:t>____________________________</w:t>
      </w:r>
    </w:p>
    <w:sectPr w:rsidR="00775A40" w:rsidRPr="00E0461E" w:rsidSect="001A70A9">
      <w:footerReference w:type="even" r:id="rId6"/>
      <w:foot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A40" w:rsidRDefault="00775A40">
      <w:r>
        <w:separator/>
      </w:r>
    </w:p>
  </w:endnote>
  <w:endnote w:type="continuationSeparator" w:id="0">
    <w:p w:rsidR="00775A40" w:rsidRDefault="00775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A40" w:rsidRDefault="00775A40" w:rsidP="00D871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5A40" w:rsidRDefault="00775A4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A40" w:rsidRDefault="00775A40" w:rsidP="00D871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75A40" w:rsidRDefault="00775A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A40" w:rsidRDefault="00775A40">
      <w:r>
        <w:separator/>
      </w:r>
    </w:p>
  </w:footnote>
  <w:footnote w:type="continuationSeparator" w:id="0">
    <w:p w:rsidR="00775A40" w:rsidRDefault="00775A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2F0"/>
    <w:rsid w:val="00061F77"/>
    <w:rsid w:val="00096EA1"/>
    <w:rsid w:val="000B51A7"/>
    <w:rsid w:val="000B7F2D"/>
    <w:rsid w:val="00144872"/>
    <w:rsid w:val="00177B47"/>
    <w:rsid w:val="001A70A9"/>
    <w:rsid w:val="001D3013"/>
    <w:rsid w:val="002065B3"/>
    <w:rsid w:val="00224E71"/>
    <w:rsid w:val="002B7F3F"/>
    <w:rsid w:val="002F7B0C"/>
    <w:rsid w:val="003468A2"/>
    <w:rsid w:val="003801C9"/>
    <w:rsid w:val="003F08FC"/>
    <w:rsid w:val="004C0E4F"/>
    <w:rsid w:val="004D7F14"/>
    <w:rsid w:val="004E13B2"/>
    <w:rsid w:val="00510F5F"/>
    <w:rsid w:val="00601DB1"/>
    <w:rsid w:val="006C46A6"/>
    <w:rsid w:val="007060BE"/>
    <w:rsid w:val="00775A40"/>
    <w:rsid w:val="007959ED"/>
    <w:rsid w:val="008036CB"/>
    <w:rsid w:val="00925637"/>
    <w:rsid w:val="009B7A05"/>
    <w:rsid w:val="00A77339"/>
    <w:rsid w:val="00A95D1E"/>
    <w:rsid w:val="00AE3025"/>
    <w:rsid w:val="00AF332A"/>
    <w:rsid w:val="00B73054"/>
    <w:rsid w:val="00BC0B6B"/>
    <w:rsid w:val="00BE7590"/>
    <w:rsid w:val="00C00452"/>
    <w:rsid w:val="00C165A5"/>
    <w:rsid w:val="00C67BC0"/>
    <w:rsid w:val="00C70EE7"/>
    <w:rsid w:val="00C90C66"/>
    <w:rsid w:val="00CC7DF0"/>
    <w:rsid w:val="00D257C4"/>
    <w:rsid w:val="00D54C59"/>
    <w:rsid w:val="00D87126"/>
    <w:rsid w:val="00DB2E9B"/>
    <w:rsid w:val="00DE4257"/>
    <w:rsid w:val="00E0461E"/>
    <w:rsid w:val="00E33F79"/>
    <w:rsid w:val="00E7506E"/>
    <w:rsid w:val="00F3768D"/>
    <w:rsid w:val="00F56D1E"/>
    <w:rsid w:val="00F87814"/>
    <w:rsid w:val="00FD06E8"/>
    <w:rsid w:val="00FE1775"/>
    <w:rsid w:val="00FE4584"/>
    <w:rsid w:val="00FE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2F0"/>
    <w:rPr>
      <w:rFonts w:ascii="Times New Roman" w:eastAsia="Times New Roman" w:hAnsi="Times New Roman"/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E72F0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FE72F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E72F0"/>
    <w:pPr>
      <w:jc w:val="center"/>
    </w:pPr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locked/>
    <w:rsid w:val="00FE72F0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rsid w:val="001A70A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7BC0"/>
    <w:rPr>
      <w:rFonts w:ascii="Times New Roman" w:hAnsi="Times New Roman" w:cs="Times New Roman"/>
      <w:color w:val="000000"/>
      <w:sz w:val="28"/>
      <w:szCs w:val="28"/>
    </w:rPr>
  </w:style>
  <w:style w:type="character" w:styleId="PageNumber">
    <w:name w:val="page number"/>
    <w:basedOn w:val="DefaultParagraphFont"/>
    <w:uiPriority w:val="99"/>
    <w:rsid w:val="001A70A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4</Pages>
  <Words>1040</Words>
  <Characters>5931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</dc:creator>
  <cp:keywords/>
  <dc:description/>
  <cp:lastModifiedBy>User</cp:lastModifiedBy>
  <cp:revision>10</cp:revision>
  <cp:lastPrinted>2016-03-11T01:11:00Z</cp:lastPrinted>
  <dcterms:created xsi:type="dcterms:W3CDTF">2016-03-03T03:07:00Z</dcterms:created>
  <dcterms:modified xsi:type="dcterms:W3CDTF">2016-03-31T05:40:00Z</dcterms:modified>
</cp:coreProperties>
</file>