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_xmlsignatures/sig2.xml" ContentType="application/vnd.openxmlformats-package.digital-signature-xmlsignatur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178" w:rsidRDefault="00C50178" w:rsidP="00EE222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СЕЛЬСКОГОПОСЕЛЕНИЯ «ВЕРХНЕХИЛИНСКОЕ</w:t>
      </w:r>
      <w:r w:rsidRPr="009852F6">
        <w:rPr>
          <w:rFonts w:ascii="Times New Roman" w:hAnsi="Times New Roman"/>
          <w:b/>
          <w:sz w:val="28"/>
          <w:szCs w:val="28"/>
        </w:rPr>
        <w:t>»</w:t>
      </w:r>
    </w:p>
    <w:p w:rsidR="00C50178" w:rsidRPr="009852F6" w:rsidRDefault="00C50178" w:rsidP="00EE222E">
      <w:pPr>
        <w:jc w:val="center"/>
        <w:rPr>
          <w:rFonts w:ascii="Times New Roman" w:hAnsi="Times New Roman"/>
          <w:b/>
          <w:sz w:val="28"/>
          <w:szCs w:val="28"/>
        </w:rPr>
      </w:pPr>
    </w:p>
    <w:p w:rsidR="00C50178" w:rsidRPr="009852F6" w:rsidRDefault="00C50178" w:rsidP="00EE222E">
      <w:pPr>
        <w:jc w:val="center"/>
        <w:rPr>
          <w:rFonts w:ascii="Times New Roman" w:hAnsi="Times New Roman"/>
          <w:b/>
          <w:sz w:val="28"/>
          <w:szCs w:val="28"/>
        </w:rPr>
      </w:pPr>
      <w:r w:rsidRPr="009852F6">
        <w:rPr>
          <w:rFonts w:ascii="Times New Roman" w:hAnsi="Times New Roman"/>
          <w:b/>
          <w:sz w:val="28"/>
          <w:szCs w:val="28"/>
        </w:rPr>
        <w:t>РЕШЕНИЕ</w:t>
      </w:r>
    </w:p>
    <w:p w:rsidR="00C50178" w:rsidRDefault="00C50178" w:rsidP="00EE222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 марта 2016                                                                                          № 31</w:t>
      </w:r>
    </w:p>
    <w:p w:rsidR="00C50178" w:rsidRDefault="00C50178" w:rsidP="00EE222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с.Верхняя Хила</w:t>
      </w:r>
    </w:p>
    <w:p w:rsidR="00C50178" w:rsidRDefault="00C50178" w:rsidP="00EE222E">
      <w:pPr>
        <w:jc w:val="center"/>
        <w:rPr>
          <w:rFonts w:ascii="Times New Roman" w:hAnsi="Times New Roman"/>
          <w:sz w:val="28"/>
          <w:szCs w:val="28"/>
        </w:rPr>
      </w:pPr>
    </w:p>
    <w:p w:rsidR="00C50178" w:rsidRDefault="00C50178" w:rsidP="00EE222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Об утверждении </w:t>
      </w:r>
      <w:r w:rsidRPr="009852F6">
        <w:rPr>
          <w:rFonts w:ascii="Times New Roman" w:hAnsi="Times New Roman"/>
          <w:b/>
          <w:sz w:val="28"/>
          <w:szCs w:val="28"/>
        </w:rPr>
        <w:t>генерального плана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   «Верхнехилинское»</w:t>
      </w:r>
    </w:p>
    <w:p w:rsidR="00C50178" w:rsidRDefault="00C50178" w:rsidP="00DE2E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C50178" w:rsidRDefault="00C50178" w:rsidP="00DE2E9E">
      <w:pPr>
        <w:jc w:val="center"/>
        <w:rPr>
          <w:rFonts w:ascii="Times New Roman" w:hAnsi="Times New Roman"/>
          <w:sz w:val="28"/>
          <w:szCs w:val="28"/>
        </w:rPr>
      </w:pPr>
      <w:r w:rsidRPr="009852F6">
        <w:rPr>
          <w:rFonts w:ascii="Times New Roman" w:hAnsi="Times New Roman"/>
          <w:sz w:val="28"/>
          <w:szCs w:val="28"/>
        </w:rPr>
        <w:t>Руководствуясь статьей</w:t>
      </w:r>
      <w:r>
        <w:rPr>
          <w:rFonts w:ascii="Times New Roman" w:hAnsi="Times New Roman"/>
          <w:sz w:val="28"/>
          <w:szCs w:val="28"/>
        </w:rPr>
        <w:t xml:space="preserve"> 14</w:t>
      </w:r>
      <w:r w:rsidRPr="009852F6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>№ «Об общих принципах организации местного самоуправления в Российской Федерации»,Совет сельского поселения «Верхнехилинское» решил</w:t>
      </w:r>
    </w:p>
    <w:p w:rsidR="00C50178" w:rsidRPr="00EE222E" w:rsidRDefault="00C50178" w:rsidP="00DE2E9E">
      <w:pPr>
        <w:jc w:val="center"/>
        <w:rPr>
          <w:rFonts w:ascii="Times New Roman" w:hAnsi="Times New Roman"/>
          <w:sz w:val="28"/>
          <w:szCs w:val="28"/>
        </w:rPr>
      </w:pPr>
    </w:p>
    <w:p w:rsidR="00C50178" w:rsidRPr="00EE222E" w:rsidRDefault="00C50178" w:rsidP="00DE2E9E">
      <w:pPr>
        <w:rPr>
          <w:rFonts w:ascii="Times New Roman" w:hAnsi="Times New Roman"/>
          <w:sz w:val="28"/>
          <w:szCs w:val="28"/>
        </w:rPr>
      </w:pPr>
      <w:r w:rsidRPr="00EE222E">
        <w:rPr>
          <w:rFonts w:ascii="Times New Roman" w:hAnsi="Times New Roman"/>
          <w:sz w:val="28"/>
          <w:szCs w:val="28"/>
        </w:rPr>
        <w:t xml:space="preserve">      1.Утвердить генеральный  план  сельского поселения «Верхнехилинское»</w:t>
      </w:r>
    </w:p>
    <w:p w:rsidR="00C50178" w:rsidRPr="00EE222E" w:rsidRDefault="00C50178" w:rsidP="00EE222E">
      <w:pPr>
        <w:pStyle w:val="NoSpacing"/>
        <w:rPr>
          <w:rFonts w:ascii="Times New Roman" w:hAnsi="Times New Roman"/>
          <w:sz w:val="28"/>
          <w:szCs w:val="28"/>
        </w:rPr>
      </w:pPr>
      <w:r w:rsidRPr="00EE222E">
        <w:rPr>
          <w:rFonts w:ascii="Times New Roman" w:hAnsi="Times New Roman"/>
          <w:sz w:val="28"/>
          <w:szCs w:val="28"/>
        </w:rPr>
        <w:t xml:space="preserve">       2.Решение  обнародовать на информационных стендах в помещении администрации, клубах сел Васильевка и Ульяновка, библиотеке села Верхняя Хила, разместить в информационно-телекоммуникационной сети «Интернет» на сайте муниципального района «Шилкинский район»</w:t>
      </w:r>
    </w:p>
    <w:p w:rsidR="00C50178" w:rsidRPr="00EE222E" w:rsidRDefault="00C50178" w:rsidP="00EE222E">
      <w:pPr>
        <w:pStyle w:val="NoSpacing"/>
        <w:rPr>
          <w:rFonts w:ascii="Times New Roman" w:hAnsi="Times New Roman"/>
          <w:sz w:val="28"/>
          <w:szCs w:val="28"/>
        </w:rPr>
      </w:pPr>
    </w:p>
    <w:p w:rsidR="00C50178" w:rsidRPr="00EE222E" w:rsidRDefault="00C50178" w:rsidP="00EE222E">
      <w:pPr>
        <w:pStyle w:val="NoSpacing"/>
        <w:rPr>
          <w:rFonts w:ascii="Times New Roman" w:hAnsi="Times New Roman"/>
          <w:sz w:val="28"/>
          <w:szCs w:val="28"/>
        </w:rPr>
      </w:pPr>
    </w:p>
    <w:p w:rsidR="00C50178" w:rsidRPr="00EE222E" w:rsidRDefault="00C50178" w:rsidP="00EE222E">
      <w:pPr>
        <w:pStyle w:val="NoSpacing"/>
        <w:rPr>
          <w:rFonts w:ascii="Times New Roman" w:hAnsi="Times New Roman"/>
          <w:sz w:val="28"/>
          <w:szCs w:val="28"/>
        </w:rPr>
      </w:pPr>
      <w:r w:rsidRPr="00EE222E">
        <w:rPr>
          <w:rFonts w:ascii="Times New Roman" w:hAnsi="Times New Roman"/>
          <w:sz w:val="28"/>
          <w:szCs w:val="28"/>
        </w:rPr>
        <w:t>Глава сельского поселения «Верхнехилинское»                        В.В.Бекетов</w:t>
      </w:r>
    </w:p>
    <w:p w:rsidR="00C50178" w:rsidRPr="00EE222E" w:rsidRDefault="00C50178" w:rsidP="00DE2E9E">
      <w:pPr>
        <w:jc w:val="center"/>
        <w:rPr>
          <w:rFonts w:ascii="Times New Roman" w:hAnsi="Times New Roman"/>
          <w:sz w:val="28"/>
          <w:szCs w:val="28"/>
        </w:rPr>
      </w:pPr>
      <w:r w:rsidRPr="00EE222E">
        <w:rPr>
          <w:rFonts w:ascii="Times New Roman" w:hAnsi="Times New Roman"/>
          <w:sz w:val="28"/>
          <w:szCs w:val="28"/>
        </w:rPr>
        <w:t xml:space="preserve"> </w:t>
      </w:r>
    </w:p>
    <w:p w:rsidR="00C50178" w:rsidRPr="00EE222E" w:rsidRDefault="00C50178">
      <w:pPr>
        <w:rPr>
          <w:rFonts w:ascii="Times New Roman" w:hAnsi="Times New Roman"/>
          <w:sz w:val="28"/>
          <w:szCs w:val="28"/>
        </w:rPr>
      </w:pPr>
    </w:p>
    <w:sectPr w:rsidR="00C50178" w:rsidRPr="00EE222E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E9E"/>
    <w:rsid w:val="00285B52"/>
    <w:rsid w:val="009852F6"/>
    <w:rsid w:val="009B06A5"/>
    <w:rsid w:val="00A86B1E"/>
    <w:rsid w:val="00C50178"/>
    <w:rsid w:val="00C86386"/>
    <w:rsid w:val="00DA5F00"/>
    <w:rsid w:val="00DE2E9E"/>
    <w:rsid w:val="00EE2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6A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E2E9E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CrcJZoZRbczZnYXioEfNV9LWTbjkQoFBY0zoHMK8+MM=</DigestValue>
    </Reference>
    <Reference URI="#idOfficeObject" Type="http://www.w3.org/2000/09/xmldsig#Object">
      <DigestMethod Algorithm="http://www.w3.org/2001/04/xmldsig-more#gostr3411"/>
      <DigestValue>BMewkkNbjM3XMbGhJ2knFpKY2ScX3wJrr/XFE6maSCI=</DigestValue>
    </Reference>
  </SignedInfo>
  <SignatureValue>
    O9SAhNzh1uYhPki8/YYI34w6y1vSHxNWMppfwc1bSHMk35j5X4icqHJn3A9ghBOb/IOzD8m9
    MlUW65fl/h6YjQ==
  </SignatureValue>
  <KeyInfo>
    <KeyValue>
      <RSAKeyValue>
        <Modulus>
            aOWqS/g7A8TWTYKxsDCRoR4mTc0JDNvQlQFtDr46vnTV+e9DQK5T0zTDNgPjwDY6AR4CAgOF
            KgcGACQCAgOFKg==
          </Modulus>
        <Exponent>BwYSMA==</Exponent>
      </RSAKeyValue>
    </KeyValue>
    <X509Data>
      <X509Certificate>
          MIII+jCCCKmgAwIBAgIQAdEmWrxlt/AAAAAMBL4AAzAIBgYqhQMCAgMwggFCMT0wOwYDVQQJ
          DDTQmtC+0YHRgtGO0YjQutC+LdCT0YDQuNCz0L7RgNC+0LLQuNGH0LAg0YPQuy4sINC0LiA0
          MRgwFgYFKoUDZAESDTEwNDc1NTAwMzcwMTcxGjAYBggqhQMDgQMBARIMMDA3NTM2MDU3NDk5
          MQswCQYDVQQGEwJSVTERMA8GA1UEBwwI0KfQuNGC0LAxLzAtBgNVBAgMJjc1INCX0LDQsdCw
          0LnQutCw0LvRjNGB0LrQuNC5INC60YDQsNC5MR0wGwYJKoZIhvcNAQkBFg51Y2VjcEBlLXph
          Yi5ydTEWMBQGA1UECgwN0JPQoyAi0JfQmNCmIjEwMC4GA1UECwwn0KPQtNC+0YHRgtC+0LLQ
          tdGA0Y/RjtGJ0LjQuSDRhtC10L3RgtGAMREwDwYDVQQDDAhDaGl0YSBDQTAeFw0xNTExMjQw
          MjAxNDBaFw0xNjExMjQwMjAxNDBaMIIB7TEYMBYGBSqFA2QBEg0xMDU3NTI3MDEzMjU3MRow
          GAYIKoUDA4EDAQESDDAwNzUyNzAwNzE1NjEWMBQGBSqFA2QDEgswNzg2NDYzOTcyNDEsMCoG
          A1UECQwj0J/RgNC+0YTRgdC+0Y7Qt9C90LDRjyDRg9C7Liwg0LQuIDUxCzAJBgNVBAYTAlJV
          MUUwQwYDVQQHDDzQqNC40LvQutC40L3RgdC60LjQuSDRgNCw0LnQvtC9LCDRgS4g0JLQtdGA
          0YXQvdGP0Y8g0KXQuNC70LAxLzAtBgNVBAgMJjc1INCX0LDQsdCw0LnQutCw0LvRjNGB0LrQ
          uNC5INC60YDQsNC5MSYwJAYJKoZIhvcNAQkBFhd2ZXJobmVoaWxpbnNrb2VAbWFpbC5ydTFq
          MGgGA1UECgxh0JDQtNC80LjQvdC40YHRgtGA0LDRhtC40Y8g0YHQtdC70YzRgdC60L7Qs9C+
          INC/0L7RgdC10LvQtdC90LjRjyAi0JLQtdGA0YXQvdC10YXQuNC70LjQvdGB0LrQvtC1IjET
          MBEGA1UEDAwK0JPQu9Cw0LLQsDFBMD8GA1UEAww40JHQtdC60LXRgtC+0LIg0JLQu9Cw0LTQ
          uNC80LjRgCDQktCw0LvQtdC90YLQuNC90L7QstC40YcwYzAcBgYqhQMCAhMwEgYHKoUDAgIk
          AAYHKoUDAgIeAQNDAARAOjbA4wM2wzTTU65AQ+/51XS+Or4ObQGV0NsMCc1NJh6hkTCwsYJN
          1sQDO/hLquVopQOPSfJpyppyG7NVUITbE4EJADA0QkUwMDAzo4IEvTCCBLkwDgYDVR0PAQH/
          BAQDAgTwMB0GA1UdDgQWBBRTas1Sv9+Tbmp70eJS9u5R+t6qGDAmBgNVHSUEHzAdBggrBgEF
          BQcDAgYIKwYBBQUHAwQGByqFAwICIgYwFQYFKoUDZG8EDAwKVmlQTmV0IENTUDAdBgNVHSAE
          FjAUMAgGBiqFA2RxATAIBgYqhQNkcQIwggGVBgUqhQNkcASCAYowggGGDBvQodCa0JfQmCAi
          0JTQvtC80LXQvSDQmtChMiIMgZzQn9GA0L7Qs9GA0LDQvNC80L3Qvi3QsNC/0L/QsNGA0LDR
          gtC90YvQuSDQutC+0LzQv9C70LXQutGBICLQo9C00L7RgdGC0L7QstC10YDRj9GO0YnQuNC5
          INGG0LXQvdGC0YAgINC60L7RgNC/0L7RgNCw0YLQuNCy0L3QvtCz0L4g0YPRgNC+0LLQvdGP
          IFZpUE5ldCDQmtChMiIMY9Ch0LXRgNGC0LjRhNC40LrQsNGCINGB0L7QvtGC0LLQtdGC0YHR
          gtCy0LjRjyDQpNCh0JEg0KDQvtGB0YHQuNC4IOKEliDQodCkLzEyMS0yMjUyINC+0YIgMDYu
          MTEuMjAxMwxj0KHQtdGA0YLQuNGE0LjQutCw0YIg0YHQvtC+0YLQstC10YLRgdGC0LLQuNGP
          INCk0KHQkSDQoNC+0YHRgdC40Lgg4oSWINCh0KQvMTI4LTIzMjQg0L7RgiAyNS4wNC4yMDE0
          MAwGA1UdEwEB/wQCMAAwgYIGCCsGAQUFBwEBBHYwdDByBggrBgEFBQcwAoZmaHR0cDovL3Vj
          ZWNwLmUtemFiLnJ1L3JlZy9pc3N1ZXJpbmZvLzIwMTUva2lkNTVhN2JjNWViYTgxZWY4NTM3
          NzdjODhkOGVhYTQyNDJmZjlhODcwYi9DaGl0YUNBXzIwMTUuY3J0MHcGA1UdHwRwMG4wbKBq
          oGiGZmh0dHA6Ly91Y2VjcC5lLXphYi5ydS9yZWcvaW50Y3JsaW5mby8xMjE0LWtpZDU1YTdi
          YzVlYmE4MWVmODUzNzc3Yzg4ZDhlYWE0MjQyZmY5YTg3MGIvcmV2b2tlZENlcnRzLmNybDCC
          AYMGA1UdIwSCAXowggF2gBRVp7xeuoHvhTd3yI2OqkJC/5qHC6GCAUqkggFGMIIBQjE9MDsG
          A1UECQw00JrQvtGB0YLRjtGI0LrQvi3Qk9GA0LjQs9C+0YDQvtCy0LjRh9CwINGD0LsuLCDQ
          tC4gNDEYMBYGBSqFA2QBEg0xMDQ3NTUwMDM3MDE3MRowGAYIKoUDA4EDAQESDDAwNzUzNjA1
          NzQ5OTELMAkGA1UEBhMCUlUxETAPBgNVBAcMCNCn0LjRgtCwMS8wLQYDVQQIDCY3NSDQl9Cw
          0LHQsNC50LrQsNC70YzRgdC60LjQuSDQutGA0LDQuTEdMBsGCSqGSIb3DQEJARYOdWNlY3BA
          ZS16YWIucnUxFjAUBgNVBAoMDdCT0KMgItCX0JjQpiIxMDAuBgNVBAsMJ9Cj0LTQvtGB0YLQ
          vtCy0LXRgNGP0Y7RidC40Lkg0YbQtdC90YLRgDERMA8GA1UEAwwIQ2hpdGEgQ0GCEAHQvtgj
          cdNgAAAACwS+AAMwCAYGKoUDAgIDA0EAvXxTFFRYXQcWMQiJL+HJUkjyTpLdEX/4LjLNSpC3
          WdYBEcfRS8kGl+A5NrbMtChlgy/neeRPYKfRqUfoTVfbWQ==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p0OZw4sjrJMjEJprXahm0ku9n3A=</DigestValue>
      </Reference>
      <Reference URI="/word/fontTable.xml?ContentType=application/vnd.openxmlformats-officedocument.wordprocessingml.fontTable+xml">
        <DigestMethod Algorithm="http://www.w3.org/2000/09/xmldsig#sha1"/>
        <DigestValue>C4bWHbQp+tMw3anbFWIA4n1tKzE=</DigestValue>
      </Reference>
      <Reference URI="/word/settings.xml?ContentType=application/vnd.openxmlformats-officedocument.wordprocessingml.settings+xml">
        <DigestMethod Algorithm="http://www.w3.org/2000/09/xmldsig#sha1"/>
        <DigestValue>99ljuX4wHTCintQD+PuySXRcTOg=</DigestValue>
      </Reference>
      <Reference URI="/word/styles.xml?ContentType=application/vnd.openxmlformats-officedocument.wordprocessingml.styles+xml">
        <DigestMethod Algorithm="http://www.w3.org/2000/09/xmldsig#sha1"/>
        <DigestValue>gWDbZ2BlFlcjqDPo/KkYyhG1ccc=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2016-03-30T02:57:18Z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заверение нормативного акта</SignatureComments>
          <WindowsVersion>5.1</WindowsVersion>
          <OfficeVersion>12.0</OfficeVersion>
          <ApplicationVersion>12.0</ApplicationVersion>
          <Monitors>1</Monitors>
          <HorizontalResolution>1024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Cu2nExRBLyR9TKkKEv5U4H+NtO0/PQpbK4+BAvt2h0k=</DigestValue>
    </Reference>
    <Reference URI="#idOfficeObject" Type="http://www.w3.org/2000/09/xmldsig#Object">
      <DigestMethod Algorithm="http://www.w3.org/2001/04/xmldsig-more#gostr3411"/>
      <DigestValue>BMewkkNbjM3XMbGhJ2knFpKY2ScX3wJrr/XFE6maSCI=</DigestValue>
    </Reference>
  </SignedInfo>
  <SignatureValue>
    83TFVU6JTaWBYbvw2ji2J8FTmNqlzAZwLTMHHOnvd/2vV0oMQhwkpfPV2Q84wdT7Rdcx1Qdp
    zOeNiW99eF1b/w==
  </SignatureValue>
  <KeyInfo>
    <KeyValue>
      <RSAKeyValue>
        <Modulus>
            aOWqS/g7A8TWTYKxsDCRoR4mTc0JDNvQlQFtDr46vnTV+e9DQK5T0zTDNgPjwDY6AR4CAgOF
            KgcGACQCAgOFKg==
          </Modulus>
        <Exponent>BwYSMA==</Exponent>
      </RSAKeyValue>
    </KeyValue>
    <X509Data>
      <X509Certificate>
          MIII+jCCCKmgAwIBAgIQAdEmWrxlt/AAAAAMBL4AAzAIBgYqhQMCAgMwggFCMT0wOwYDVQQJ
          DDTQmtC+0YHRgtGO0YjQutC+LdCT0YDQuNCz0L7RgNC+0LLQuNGH0LAg0YPQuy4sINC0LiA0
          MRgwFgYFKoUDZAESDTEwNDc1NTAwMzcwMTcxGjAYBggqhQMDgQMBARIMMDA3NTM2MDU3NDk5
          MQswCQYDVQQGEwJSVTERMA8GA1UEBwwI0KfQuNGC0LAxLzAtBgNVBAgMJjc1INCX0LDQsdCw
          0LnQutCw0LvRjNGB0LrQuNC5INC60YDQsNC5MR0wGwYJKoZIhvcNAQkBFg51Y2VjcEBlLXph
          Yi5ydTEWMBQGA1UECgwN0JPQoyAi0JfQmNCmIjEwMC4GA1UECwwn0KPQtNC+0YHRgtC+0LLQ
          tdGA0Y/RjtGJ0LjQuSDRhtC10L3RgtGAMREwDwYDVQQDDAhDaGl0YSBDQTAeFw0xNTExMjQw
          MjAxNDBaFw0xNjExMjQwMjAxNDBaMIIB7TEYMBYGBSqFA2QBEg0xMDU3NTI3MDEzMjU3MRow
          GAYIKoUDA4EDAQESDDAwNzUyNzAwNzE1NjEWMBQGBSqFA2QDEgswNzg2NDYzOTcyNDEsMCoG
          A1UECQwj0J/RgNC+0YTRgdC+0Y7Qt9C90LDRjyDRg9C7Liwg0LQuIDUxCzAJBgNVBAYTAlJV
          MUUwQwYDVQQHDDzQqNC40LvQutC40L3RgdC60LjQuSDRgNCw0LnQvtC9LCDRgS4g0JLQtdGA
          0YXQvdGP0Y8g0KXQuNC70LAxLzAtBgNVBAgMJjc1INCX0LDQsdCw0LnQutCw0LvRjNGB0LrQ
          uNC5INC60YDQsNC5MSYwJAYJKoZIhvcNAQkBFhd2ZXJobmVoaWxpbnNrb2VAbWFpbC5ydTFq
          MGgGA1UECgxh0JDQtNC80LjQvdC40YHRgtGA0LDRhtC40Y8g0YHQtdC70YzRgdC60L7Qs9C+
          INC/0L7RgdC10LvQtdC90LjRjyAi0JLQtdGA0YXQvdC10YXQuNC70LjQvdGB0LrQvtC1IjET
          MBEGA1UEDAwK0JPQu9Cw0LLQsDFBMD8GA1UEAww40JHQtdC60LXRgtC+0LIg0JLQu9Cw0LTQ
          uNC80LjRgCDQktCw0LvQtdC90YLQuNC90L7QstC40YcwYzAcBgYqhQMCAhMwEgYHKoUDAgIk
          AAYHKoUDAgIeAQNDAARAOjbA4wM2wzTTU65AQ+/51XS+Or4ObQGV0NsMCc1NJh6hkTCwsYJN
          1sQDO/hLquVopQOPSfJpyppyG7NVUITbE4EJADA0QkUwMDAzo4IEvTCCBLkwDgYDVR0PAQH/
          BAQDAgTwMB0GA1UdDgQWBBRTas1Sv9+Tbmp70eJS9u5R+t6qGDAmBgNVHSUEHzAdBggrBgEF
          BQcDAgYIKwYBBQUHAwQGByqFAwICIgYwFQYFKoUDZG8EDAwKVmlQTmV0IENTUDAdBgNVHSAE
          FjAUMAgGBiqFA2RxATAIBgYqhQNkcQIwggGVBgUqhQNkcASCAYowggGGDBvQodCa0JfQmCAi
          0JTQvtC80LXQvSDQmtChMiIMgZzQn9GA0L7Qs9GA0LDQvNC80L3Qvi3QsNC/0L/QsNGA0LDR
          gtC90YvQuSDQutC+0LzQv9C70LXQutGBICLQo9C00L7RgdGC0L7QstC10YDRj9GO0YnQuNC5
          INGG0LXQvdGC0YAgINC60L7RgNC/0L7RgNCw0YLQuNCy0L3QvtCz0L4g0YPRgNC+0LLQvdGP
          IFZpUE5ldCDQmtChMiIMY9Ch0LXRgNGC0LjRhNC40LrQsNGCINGB0L7QvtGC0LLQtdGC0YHR
          gtCy0LjRjyDQpNCh0JEg0KDQvtGB0YHQuNC4IOKEliDQodCkLzEyMS0yMjUyINC+0YIgMDYu
          MTEuMjAxMwxj0KHQtdGA0YLQuNGE0LjQutCw0YIg0YHQvtC+0YLQstC10YLRgdGC0LLQuNGP
          INCk0KHQkSDQoNC+0YHRgdC40Lgg4oSWINCh0KQvMTI4LTIzMjQg0L7RgiAyNS4wNC4yMDE0
          MAwGA1UdEwEB/wQCMAAwgYIGCCsGAQUFBwEBBHYwdDByBggrBgEFBQcwAoZmaHR0cDovL3Vj
          ZWNwLmUtemFiLnJ1L3JlZy9pc3N1ZXJpbmZvLzIwMTUva2lkNTVhN2JjNWViYTgxZWY4NTM3
          NzdjODhkOGVhYTQyNDJmZjlhODcwYi9DaGl0YUNBXzIwMTUuY3J0MHcGA1UdHwRwMG4wbKBq
          oGiGZmh0dHA6Ly91Y2VjcC5lLXphYi5ydS9yZWcvaW50Y3JsaW5mby8xMjE0LWtpZDU1YTdi
          YzVlYmE4MWVmODUzNzc3Yzg4ZDhlYWE0MjQyZmY5YTg3MGIvcmV2b2tlZENlcnRzLmNybDCC
          AYMGA1UdIwSCAXowggF2gBRVp7xeuoHvhTd3yI2OqkJC/5qHC6GCAUqkggFGMIIBQjE9MDsG
          A1UECQw00JrQvtGB0YLRjtGI0LrQvi3Qk9GA0LjQs9C+0YDQvtCy0LjRh9CwINGD0LsuLCDQ
          tC4gNDEYMBYGBSqFA2QBEg0xMDQ3NTUwMDM3MDE3MRowGAYIKoUDA4EDAQESDDAwNzUzNjA1
          NzQ5OTELMAkGA1UEBhMCUlUxETAPBgNVBAcMCNCn0LjRgtCwMS8wLQYDVQQIDCY3NSDQl9Cw
          0LHQsNC50LrQsNC70YzRgdC60LjQuSDQutGA0LDQuTEdMBsGCSqGSIb3DQEJARYOdWNlY3BA
          ZS16YWIucnUxFjAUBgNVBAoMDdCT0KMgItCX0JjQpiIxMDAuBgNVBAsMJ9Cj0LTQvtGB0YLQ
          vtCy0LXRgNGP0Y7RidC40Lkg0YbQtdC90YLRgDERMA8GA1UEAwwIQ2hpdGEgQ0GCEAHQvtgj
          cdNgAAAACwS+AAMwCAYGKoUDAgIDA0EAvXxTFFRYXQcWMQiJL+HJUkjyTpLdEX/4LjLNSpC3
          WdYBEcfRS8kGl+A5NrbMtChlgy/neeRPYKfRqUfoTVfbWQ==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p0OZw4sjrJMjEJprXahm0ku9n3A=</DigestValue>
      </Reference>
      <Reference URI="/word/fontTable.xml?ContentType=application/vnd.openxmlformats-officedocument.wordprocessingml.fontTable+xml">
        <DigestMethod Algorithm="http://www.w3.org/2000/09/xmldsig#sha1"/>
        <DigestValue>C4bWHbQp+tMw3anbFWIA4n1tKzE=</DigestValue>
      </Reference>
      <Reference URI="/word/settings.xml?ContentType=application/vnd.openxmlformats-officedocument.wordprocessingml.settings+xml">
        <DigestMethod Algorithm="http://www.w3.org/2000/09/xmldsig#sha1"/>
        <DigestValue>99ljuX4wHTCintQD+PuySXRcTOg=</DigestValue>
      </Reference>
      <Reference URI="/word/styles.xml?ContentType=application/vnd.openxmlformats-officedocument.wordprocessingml.styles+xml">
        <DigestMethod Algorithm="http://www.w3.org/2000/09/xmldsig#sha1"/>
        <DigestValue>gWDbZ2BlFlcjqDPo/KkYyhG1ccc=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2016-04-04T04:01:16Z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заверение нормативного акта</SignatureComments>
          <WindowsVersion>5.1</WindowsVersion>
          <OfficeVersion>12.0</OfficeVersion>
          <ApplicationVersion>12.0</ApplicationVersion>
          <Monitors>1</Monitors>
          <HorizontalResolution>1024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127</Words>
  <Characters>726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2016-03-14T05:43:00Z</dcterms:created>
  <dcterms:modified xsi:type="dcterms:W3CDTF">2016-03-28T00:45:00Z</dcterms:modified>
</cp:coreProperties>
</file>