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49F" w:rsidRPr="00ED572C" w:rsidRDefault="00DF749F" w:rsidP="00ED572C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D572C">
        <w:rPr>
          <w:rFonts w:ascii="Times New Roman" w:hAnsi="Times New Roman"/>
          <w:b/>
          <w:sz w:val="28"/>
          <w:szCs w:val="28"/>
        </w:rPr>
        <w:t>СОВЕТ СЕЛЬСКОГО ПОСЕЛЕНИЯ «ЧИРОНСКОЕ»</w:t>
      </w:r>
    </w:p>
    <w:p w:rsidR="00DF749F" w:rsidRPr="00ED572C" w:rsidRDefault="00DF749F" w:rsidP="00A53642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749F" w:rsidRPr="00ED572C" w:rsidRDefault="00DF749F" w:rsidP="00A53642">
      <w:pPr>
        <w:jc w:val="center"/>
        <w:rPr>
          <w:rFonts w:ascii="Times New Roman" w:hAnsi="Times New Roman"/>
          <w:b/>
          <w:sz w:val="28"/>
          <w:szCs w:val="28"/>
        </w:rPr>
      </w:pPr>
      <w:r w:rsidRPr="00ED572C">
        <w:rPr>
          <w:rFonts w:ascii="Times New Roman" w:hAnsi="Times New Roman"/>
          <w:b/>
          <w:sz w:val="28"/>
          <w:szCs w:val="28"/>
        </w:rPr>
        <w:t>РЕШЕНИЕ</w:t>
      </w:r>
    </w:p>
    <w:p w:rsidR="00DF749F" w:rsidRPr="00ED572C" w:rsidRDefault="00DF749F" w:rsidP="00A53642">
      <w:pPr>
        <w:jc w:val="center"/>
        <w:rPr>
          <w:rFonts w:ascii="Times New Roman" w:hAnsi="Times New Roman"/>
          <w:sz w:val="28"/>
          <w:szCs w:val="28"/>
        </w:rPr>
      </w:pPr>
      <w:r w:rsidRPr="00ED572C">
        <w:rPr>
          <w:rFonts w:ascii="Times New Roman" w:hAnsi="Times New Roman"/>
          <w:sz w:val="28"/>
          <w:szCs w:val="28"/>
        </w:rPr>
        <w:t>22 июня  2020                                                                №120</w:t>
      </w:r>
    </w:p>
    <w:p w:rsidR="00DF749F" w:rsidRPr="00A53642" w:rsidRDefault="00DF749F" w:rsidP="00A53642">
      <w:pPr>
        <w:jc w:val="center"/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jc w:val="center"/>
        <w:rPr>
          <w:rFonts w:ascii="Times New Roman" w:hAnsi="Times New Roman"/>
          <w:b/>
          <w:sz w:val="28"/>
          <w:szCs w:val="28"/>
        </w:rPr>
      </w:pPr>
      <w:r w:rsidRPr="00A53642">
        <w:rPr>
          <w:rFonts w:ascii="Times New Roman" w:hAnsi="Times New Roman"/>
          <w:b/>
          <w:sz w:val="28"/>
          <w:szCs w:val="28"/>
        </w:rPr>
        <w:t>село  Чирон</w:t>
      </w:r>
    </w:p>
    <w:p w:rsidR="00DF749F" w:rsidRPr="00A53642" w:rsidRDefault="00DF749F" w:rsidP="00A53642">
      <w:pPr>
        <w:rPr>
          <w:rFonts w:ascii="Times New Roman" w:hAnsi="Times New Roman"/>
          <w:b/>
          <w:sz w:val="28"/>
          <w:szCs w:val="28"/>
        </w:rPr>
      </w:pPr>
    </w:p>
    <w:p w:rsidR="00DF749F" w:rsidRPr="00A53642" w:rsidRDefault="00DF749F" w:rsidP="00ED572C">
      <w:pPr>
        <w:jc w:val="center"/>
        <w:rPr>
          <w:rFonts w:ascii="Times New Roman" w:hAnsi="Times New Roman"/>
          <w:b/>
          <w:sz w:val="28"/>
          <w:szCs w:val="28"/>
        </w:rPr>
      </w:pPr>
      <w:r w:rsidRPr="00A53642">
        <w:rPr>
          <w:rFonts w:ascii="Times New Roman" w:hAnsi="Times New Roman"/>
          <w:b/>
          <w:sz w:val="28"/>
          <w:szCs w:val="28"/>
        </w:rPr>
        <w:t xml:space="preserve">О формировании архивных фондов </w:t>
      </w:r>
      <w:r>
        <w:rPr>
          <w:rFonts w:ascii="Times New Roman" w:hAnsi="Times New Roman"/>
          <w:b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b/>
          <w:sz w:val="28"/>
          <w:szCs w:val="28"/>
        </w:rPr>
        <w:t>»</w:t>
      </w:r>
    </w:p>
    <w:p w:rsidR="00DF749F" w:rsidRPr="00A53642" w:rsidRDefault="00DF749F" w:rsidP="00A53642">
      <w:pPr>
        <w:rPr>
          <w:rFonts w:ascii="Times New Roman" w:hAnsi="Times New Roman"/>
          <w:b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A5364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№ 131-ФЗ «Об общих принципах организации местного самоуправления в Российской Федерации» и Федеральным законом от 22 октября 2004 № 125-ФЗ «Об архивном деле в </w:t>
      </w:r>
      <w:r>
        <w:rPr>
          <w:rFonts w:ascii="Times New Roman" w:hAnsi="Times New Roman"/>
          <w:sz w:val="28"/>
          <w:szCs w:val="28"/>
        </w:rPr>
        <w:t xml:space="preserve">Российской Федерации», руководствуясь  Уставом </w:t>
      </w:r>
      <w:r w:rsidRPr="00A5364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 xml:space="preserve">», Совет </w:t>
      </w:r>
      <w:r>
        <w:rPr>
          <w:rFonts w:ascii="Times New Roman" w:hAnsi="Times New Roman"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>» решил: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53642">
        <w:rPr>
          <w:rFonts w:ascii="Times New Roman" w:hAnsi="Times New Roman"/>
          <w:sz w:val="28"/>
          <w:szCs w:val="28"/>
        </w:rPr>
        <w:t xml:space="preserve">Утвердить Положение о формировании архивных фондов </w:t>
      </w:r>
      <w:r>
        <w:rPr>
          <w:rFonts w:ascii="Times New Roman" w:hAnsi="Times New Roman"/>
          <w:sz w:val="28"/>
          <w:szCs w:val="28"/>
        </w:rPr>
        <w:t>сельского поселения «Чиронское»</w:t>
      </w:r>
      <w:r w:rsidRPr="00A53642">
        <w:rPr>
          <w:rFonts w:ascii="Times New Roman" w:hAnsi="Times New Roman"/>
          <w:sz w:val="28"/>
          <w:szCs w:val="28"/>
        </w:rPr>
        <w:t>, согласно приложению.</w:t>
      </w:r>
    </w:p>
    <w:p w:rsidR="00DF749F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53642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 (обнародования).</w:t>
      </w:r>
    </w:p>
    <w:p w:rsidR="00DF749F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3.Решение №77 от 29.03.2010 «Об утверждении положения «О формировании архивных фондов сельского поселения «Чирнское» считатаь утратившим силу.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3.</w:t>
      </w:r>
      <w:r w:rsidRPr="00A53642">
        <w:t xml:space="preserve"> </w:t>
      </w:r>
      <w:r w:rsidRPr="00A53642">
        <w:rPr>
          <w:rFonts w:ascii="Times New Roman" w:hAnsi="Times New Roman"/>
          <w:sz w:val="28"/>
          <w:szCs w:val="28"/>
        </w:rPr>
        <w:t>Настоящее решение опубликовать (обнародовать) на официальном портале муниципального района «Шилкинский район» «www.шилкинский.рф.» в информационно-телекоммуникационной сети Интернет.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Глава сельского поселения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«Чиронско</w:t>
      </w:r>
      <w:r w:rsidRPr="00A53642">
        <w:rPr>
          <w:rFonts w:ascii="Times New Roman" w:hAnsi="Times New Roman"/>
          <w:sz w:val="28"/>
          <w:szCs w:val="28"/>
        </w:rPr>
        <w:t xml:space="preserve">е»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Е.В.Абутова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ПРИЛОЖЕНИЕ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A53642">
        <w:rPr>
          <w:rFonts w:ascii="Times New Roman" w:hAnsi="Times New Roman"/>
          <w:sz w:val="28"/>
          <w:szCs w:val="28"/>
        </w:rPr>
        <w:t>к решению Совета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>»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от   22.06. 2020г № 120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  <w:r w:rsidRPr="00A53642">
        <w:rPr>
          <w:rFonts w:ascii="Times New Roman" w:hAnsi="Times New Roman"/>
          <w:sz w:val="28"/>
          <w:szCs w:val="28"/>
        </w:rPr>
        <w:t xml:space="preserve">Положение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О формировании архивных фондов </w:t>
      </w:r>
      <w:r>
        <w:rPr>
          <w:rFonts w:ascii="Times New Roman" w:hAnsi="Times New Roman"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 xml:space="preserve">»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1.</w:t>
      </w:r>
      <w:r w:rsidRPr="00A53642">
        <w:rPr>
          <w:rFonts w:ascii="Times New Roman" w:hAnsi="Times New Roman"/>
          <w:sz w:val="28"/>
          <w:szCs w:val="28"/>
        </w:rPr>
        <w:tab/>
        <w:t xml:space="preserve">Общие положения </w:t>
      </w:r>
      <w:bookmarkStart w:id="0" w:name="_GoBack"/>
      <w:bookmarkEnd w:id="0"/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1.</w:t>
      </w:r>
      <w:r w:rsidRPr="00A53642">
        <w:rPr>
          <w:rFonts w:ascii="Times New Roman" w:hAnsi="Times New Roman"/>
          <w:sz w:val="28"/>
          <w:szCs w:val="28"/>
        </w:rPr>
        <w:tab/>
        <w:t xml:space="preserve">Настоящее Положение разработано в соответствии с Федеральными законами от 6 октября 2003 г. № 131-ФЗ «Об общих принципах организации местного самоуправления в Российской Федерации», от 22 октября 2004 г. № 125-ФЗ «Об архивном деле в Российской Федерации» в целях формирования архивных документов архивного фонда </w:t>
      </w:r>
      <w:r>
        <w:rPr>
          <w:rFonts w:ascii="Times New Roman" w:hAnsi="Times New Roman"/>
          <w:sz w:val="28"/>
          <w:szCs w:val="28"/>
        </w:rPr>
        <w:t>сельского поселения «Чиронское»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 Основные понятия и термины, применяемые в Положении: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2.1. архивный документ – материальный носитель с зафиксированной на нем информацией, который имеет реквизиты, позволяющие его идентифицировать, и подлежит хранению в силу значимости указанных носителя и информации для граждан, общества, государства;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2.2. архивный фонд – совокупность архивных документов, исторически или логически связанных между собой;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2.3. документы по личному составу – архивные документы, отражающие трудовые отношения работника с работодателем;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2.4. документ Архивного фонда Забайкальского края – архивный документ, прошедший экспертизу ценности документов, поставленный на государственный учет и подлежащий постоянному хранению;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2.5. архив – учреждение или структурное подразделение  организации, осуществляющее хранение, комплектование, учет и использование архивных документов;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2.6. временное хранение архивных документов – хранение архивных документов до их уничтожения в течение сроков, установленных нормативными правовыми актами;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2.7. временное хранение архивных документов Архивного фонда Забайкальского края – хранение документов Архивного фонда Забайкальского края до их передачи на постоянное хранение в государственные или муниципальные архивы;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2.8. экспертиза ценности документов – изучение документов на основании критериев их ценности в целях определения сроков хранения документов и отбора их для включения  в состав Архивного фонда Забайкальского края;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2.9. упорядочение архивных документов – комплекс работ по формированию архивных документов в единицы хранения (дела), описанию и оформлению таких единиц хранения (дел) в соответствии с правилами, установленными Федеральным архивным агентством.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2. Формирование архивных фондов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3.</w:t>
      </w:r>
      <w:r w:rsidRPr="00A53642">
        <w:rPr>
          <w:rFonts w:ascii="Times New Roman" w:hAnsi="Times New Roman"/>
          <w:sz w:val="28"/>
          <w:szCs w:val="28"/>
        </w:rPr>
        <w:tab/>
        <w:t>Архивные фонды поселения подлежат постоянному хранению в районном муниципальном архиве.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4.</w:t>
      </w:r>
      <w:r w:rsidRPr="00A53642">
        <w:rPr>
          <w:rFonts w:ascii="Times New Roman" w:hAnsi="Times New Roman"/>
          <w:sz w:val="28"/>
          <w:szCs w:val="28"/>
        </w:rPr>
        <w:tab/>
        <w:t xml:space="preserve">Формирование архивных фондов </w:t>
      </w:r>
      <w:r>
        <w:rPr>
          <w:rFonts w:ascii="Times New Roman" w:hAnsi="Times New Roman"/>
          <w:sz w:val="28"/>
          <w:szCs w:val="28"/>
        </w:rPr>
        <w:t xml:space="preserve">сельского поселения «Чиронское» </w:t>
      </w:r>
      <w:r w:rsidRPr="00A53642">
        <w:rPr>
          <w:rFonts w:ascii="Times New Roman" w:hAnsi="Times New Roman"/>
          <w:sz w:val="28"/>
          <w:szCs w:val="28"/>
        </w:rPr>
        <w:t>осуществляется органами местного самоуп</w:t>
      </w:r>
      <w:r>
        <w:rPr>
          <w:rFonts w:ascii="Times New Roman" w:hAnsi="Times New Roman"/>
          <w:sz w:val="28"/>
          <w:szCs w:val="28"/>
        </w:rPr>
        <w:t>равления 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>», муниципальными организациями в сроки, согласованные с муниципальным архивом муниципального района «Шилкинский район» и под его организационно-методическим руководством.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5.</w:t>
      </w:r>
      <w:r w:rsidRPr="00A53642">
        <w:rPr>
          <w:rFonts w:ascii="Times New Roman" w:hAnsi="Times New Roman"/>
          <w:sz w:val="28"/>
          <w:szCs w:val="28"/>
        </w:rPr>
        <w:tab/>
        <w:t>В целях качественного формирования архивных фондов поселения, соблюдения сроков хранения архивных документов органы местного самоуправления , муниципальные организации, музеи и библиотеки: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5.1. разрабатывают и направляют номенклатуры дел в районный муниципальный архив для согласования с экспертно-проверочной комиссией (далее – ЭПК) Департамента по делам архивов Забайкальского края;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5.2. составляют и предоставляют описи дел постоянного и долговременного (свыше 10 лет) хранения, в том числе по личному составу в районный муниципальный архив для утверждения и согласования с ЭПК Департамента по делам архивов Забайкальского края.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5.3. составляют и направляют акты о выделении к уничтожению документов, не подлежащих хранению, на согласование в районный муниципальный архив;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5.4. создают и пополняют научно-справочный аппарат к документам архивных фондов поселения;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5.5. обеспечивают сохранность архивных документов, в том числе по личному составу, в течение сроков их хранения.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6.</w:t>
      </w:r>
      <w:r w:rsidRPr="00A53642">
        <w:rPr>
          <w:rFonts w:ascii="Times New Roman" w:hAnsi="Times New Roman"/>
          <w:sz w:val="28"/>
          <w:szCs w:val="28"/>
        </w:rPr>
        <w:tab/>
        <w:t>Органы местного самоуправления, муниципальные организации, музеи и библиотеки обязаны обеспечивать финансовые, материально-технические и иные условия, необходимые для формирования архивных фондов поселения, предоставлять помещения, отвечающие нормативным требованиям хранения архивных документов.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3. Порядок передачи документов в районный муниципальный архив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7.</w:t>
      </w:r>
      <w:r w:rsidRPr="00A53642">
        <w:rPr>
          <w:rFonts w:ascii="Times New Roman" w:hAnsi="Times New Roman"/>
          <w:sz w:val="28"/>
          <w:szCs w:val="28"/>
        </w:rPr>
        <w:tab/>
        <w:t>Документы органов местного самоуправления, муниципальных организаций, музеев и библиотек по истечении сроков их временного хранения передаются на постоянное хранение в районный муниципальный архив.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8.</w:t>
      </w:r>
      <w:r w:rsidRPr="00A53642">
        <w:rPr>
          <w:rFonts w:ascii="Times New Roman" w:hAnsi="Times New Roman"/>
          <w:sz w:val="28"/>
          <w:szCs w:val="28"/>
        </w:rPr>
        <w:tab/>
        <w:t xml:space="preserve">Администрация </w:t>
      </w:r>
      <w:r>
        <w:rPr>
          <w:rFonts w:ascii="Times New Roman" w:hAnsi="Times New Roman"/>
          <w:sz w:val="28"/>
          <w:szCs w:val="28"/>
        </w:rPr>
        <w:t>сельского поселения «Чиронское»</w:t>
      </w:r>
      <w:r w:rsidRPr="00A53642">
        <w:rPr>
          <w:rFonts w:ascii="Times New Roman" w:hAnsi="Times New Roman"/>
          <w:sz w:val="28"/>
          <w:szCs w:val="28"/>
        </w:rPr>
        <w:t>, муниципальные организации обеспечивают в соответствии с установленными правилами отбор, подготовку и передачу в упорядоченном состоянии документов Архивного фонда Забайкальского края на постоянное хранение в муниципальные архивы. Все работы, связанные с отбором, подготовкой и передачей архивных документов на постоянное хранение, в том числе с их упорядочением и транспортировкой, выполняются за счет средств органов и организаций, передающих документы.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9.</w:t>
      </w:r>
      <w:r w:rsidRPr="00A53642">
        <w:rPr>
          <w:rFonts w:ascii="Times New Roman" w:hAnsi="Times New Roman"/>
          <w:sz w:val="28"/>
          <w:szCs w:val="28"/>
        </w:rPr>
        <w:tab/>
        <w:t>Передача документов постоянного хранения осуществляется в упорядоченном состоянии с соответствующим научно-справочным аппаратом по истечении сроков ведомственного хранения, в соответствии с планом-графиком, утвержденным постановлением администрации муниципального района. Досрочная передача документов на постоянное хранение может быть осуществлена при угрозе утраты (уничтожения) документов, а также по просьбе Администрации поселения.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10.</w:t>
      </w:r>
      <w:r w:rsidRPr="00A53642">
        <w:rPr>
          <w:rFonts w:ascii="Times New Roman" w:hAnsi="Times New Roman"/>
          <w:sz w:val="28"/>
          <w:szCs w:val="28"/>
        </w:rPr>
        <w:tab/>
        <w:t>Сроки временного хранения документов могут быть продлены в случае необходимости практического использования документов по согласованию с муниципальным архивом.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11.</w:t>
      </w:r>
      <w:r w:rsidRPr="00A53642">
        <w:rPr>
          <w:rFonts w:ascii="Times New Roman" w:hAnsi="Times New Roman"/>
          <w:sz w:val="28"/>
          <w:szCs w:val="28"/>
        </w:rPr>
        <w:tab/>
        <w:t>Документы Архивного фонда Забайкальского края, находящиеся в муниципальной собственности, до передачи на постоянное хранение в муниципальный архив, временно, в течение 5 лет, хранятся в Администрации поселения и муниципальных организациях.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12.</w:t>
      </w:r>
      <w:r w:rsidRPr="00A53642">
        <w:rPr>
          <w:rFonts w:ascii="Times New Roman" w:hAnsi="Times New Roman"/>
          <w:sz w:val="28"/>
          <w:szCs w:val="28"/>
        </w:rPr>
        <w:tab/>
        <w:t xml:space="preserve">В соответствии с Перечнем типовых управленческих документов, образующихся в деятельности организаций, с указанием сроков хранения документы по личному составу, личные дела работников, трудовые договоры, личные карточки работников, лицевые счета работников, похозяйственные книги и т.д.) хранятся в течение 75 лет в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 xml:space="preserve">», муниципальных организациях, а затем передаются на хранение в муниципальный архив муниципального района.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13.</w:t>
      </w:r>
      <w:r w:rsidRPr="00A53642">
        <w:rPr>
          <w:rFonts w:ascii="Times New Roman" w:hAnsi="Times New Roman"/>
          <w:sz w:val="28"/>
          <w:szCs w:val="28"/>
        </w:rPr>
        <w:tab/>
        <w:t xml:space="preserve">При реорганизации муниципальных организаций архивные документы в упорядоченном состоянии передаются правопреемникам реорганизуемых организаций. При этом в случае преобразования муниципальных организаций с изменением форм собственности имущества этих организаций архивные документы могут быть переданы на временное хранение вновь возникшим организациям-правопреемникам на основании договоров между данными организациями и соответствующим муниципальным архивом.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14.</w:t>
      </w:r>
      <w:r w:rsidRPr="00A53642">
        <w:rPr>
          <w:rFonts w:ascii="Times New Roman" w:hAnsi="Times New Roman"/>
          <w:sz w:val="28"/>
          <w:szCs w:val="28"/>
        </w:rPr>
        <w:tab/>
        <w:t xml:space="preserve">При ликвидации органов местного самоуправления поселения, муниципальных организаций, включенные в состав Архивного фонда Забайкальского края документы, документы по личному составу, а также архивные документы, сроки временного хранения которых не истекли, в упорядоченном состоянии поступают на хранение в муниципальный архив муниципального района. 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15</w:t>
      </w:r>
      <w:r w:rsidRPr="00A53642">
        <w:rPr>
          <w:rFonts w:ascii="Times New Roman" w:hAnsi="Times New Roman"/>
          <w:sz w:val="28"/>
          <w:szCs w:val="28"/>
        </w:rPr>
        <w:tab/>
        <w:t>Документы передаются в муниципальный архив по утвержденным ЭПК Департамента по делам архивов Забайкальского края по описям дел.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16.</w:t>
      </w:r>
      <w:r w:rsidRPr="00A53642">
        <w:rPr>
          <w:rFonts w:ascii="Times New Roman" w:hAnsi="Times New Roman"/>
          <w:sz w:val="28"/>
          <w:szCs w:val="28"/>
        </w:rPr>
        <w:tab/>
        <w:t>Прием документов на постоянное хранение оформляется актом приема-передачи дел Администрацией поселения и муниципальным архивом муниципального района.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17.</w:t>
      </w:r>
      <w:r w:rsidRPr="00A53642">
        <w:rPr>
          <w:rFonts w:ascii="Times New Roman" w:hAnsi="Times New Roman"/>
          <w:sz w:val="28"/>
          <w:szCs w:val="28"/>
        </w:rPr>
        <w:tab/>
        <w:t xml:space="preserve"> Вместе с документами передаются три экземпляра описи, один экземпляр описи остается в Администрации поселения.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4.</w:t>
      </w:r>
      <w:r w:rsidRPr="00A53642">
        <w:rPr>
          <w:rFonts w:ascii="Times New Roman" w:hAnsi="Times New Roman"/>
          <w:sz w:val="28"/>
          <w:szCs w:val="28"/>
        </w:rPr>
        <w:tab/>
        <w:t>Перечень документов, необходимых для организации архивного дела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18. Постановлением администрации </w:t>
      </w:r>
      <w:r>
        <w:rPr>
          <w:rFonts w:ascii="Times New Roman" w:hAnsi="Times New Roman"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>»  утверждаются: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18.1. положение об экспертной комиссии;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18.2.</w:t>
      </w:r>
      <w:r w:rsidRPr="00A53642">
        <w:rPr>
          <w:rFonts w:ascii="Times New Roman" w:hAnsi="Times New Roman"/>
          <w:sz w:val="28"/>
          <w:szCs w:val="28"/>
        </w:rPr>
        <w:tab/>
        <w:t>положение об архиве Администрации поселения;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18.3.</w:t>
      </w:r>
      <w:r w:rsidRPr="00A53642">
        <w:rPr>
          <w:rFonts w:ascii="Times New Roman" w:hAnsi="Times New Roman"/>
          <w:sz w:val="28"/>
          <w:szCs w:val="28"/>
        </w:rPr>
        <w:tab/>
        <w:t>номенклатура дел;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18.4.</w:t>
      </w:r>
      <w:r w:rsidRPr="00A53642">
        <w:rPr>
          <w:rFonts w:ascii="Times New Roman" w:hAnsi="Times New Roman"/>
          <w:sz w:val="28"/>
          <w:szCs w:val="28"/>
        </w:rPr>
        <w:tab/>
        <w:t>инструкция по делопроизводству;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18.5.</w:t>
      </w:r>
      <w:r w:rsidRPr="00A53642">
        <w:rPr>
          <w:rFonts w:ascii="Times New Roman" w:hAnsi="Times New Roman"/>
          <w:sz w:val="28"/>
          <w:szCs w:val="28"/>
        </w:rPr>
        <w:tab/>
        <w:t>описи дел постоянного срока хранения и по личному составу;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18.6.</w:t>
      </w:r>
      <w:r w:rsidRPr="00A53642">
        <w:rPr>
          <w:rFonts w:ascii="Times New Roman" w:hAnsi="Times New Roman"/>
          <w:sz w:val="28"/>
          <w:szCs w:val="28"/>
        </w:rPr>
        <w:tab/>
        <w:t>акты о выделении к уничтожению документов и дел с истекшими сроками хранения.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19. Подлежат обязательному представлению на утверждение ЭПК Департамента по делам архивов Забайкальского края (по представлению муниципального архива муниципального района «Шилкинский район):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19.1.</w:t>
      </w:r>
      <w:r w:rsidRPr="00A53642">
        <w:rPr>
          <w:rFonts w:ascii="Times New Roman" w:hAnsi="Times New Roman"/>
          <w:sz w:val="28"/>
          <w:szCs w:val="28"/>
        </w:rPr>
        <w:tab/>
        <w:t>номенклатуры дел;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19.2.</w:t>
      </w:r>
      <w:r w:rsidRPr="00A53642">
        <w:rPr>
          <w:rFonts w:ascii="Times New Roman" w:hAnsi="Times New Roman"/>
          <w:sz w:val="28"/>
          <w:szCs w:val="28"/>
        </w:rPr>
        <w:tab/>
        <w:t>описи дел постоянного срока хранения.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20. Подлежат обязательному представлению на согласование архивному органу (специалисту) муниципального образования сельского поселения</w:t>
      </w:r>
      <w:r>
        <w:rPr>
          <w:rFonts w:ascii="Times New Roman" w:hAnsi="Times New Roman"/>
          <w:sz w:val="28"/>
          <w:szCs w:val="28"/>
        </w:rPr>
        <w:t xml:space="preserve"> «Чиронское</w:t>
      </w:r>
      <w:r w:rsidRPr="00A53642">
        <w:rPr>
          <w:rFonts w:ascii="Times New Roman" w:hAnsi="Times New Roman"/>
          <w:sz w:val="28"/>
          <w:szCs w:val="28"/>
        </w:rPr>
        <w:t>» описи дел по личному составу.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>5.</w:t>
      </w:r>
      <w:r w:rsidRPr="00A53642">
        <w:rPr>
          <w:rFonts w:ascii="Times New Roman" w:hAnsi="Times New Roman"/>
          <w:sz w:val="28"/>
          <w:szCs w:val="28"/>
        </w:rPr>
        <w:tab/>
        <w:t>Использование архивных документов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 w:rsidRPr="00A53642">
        <w:rPr>
          <w:rFonts w:ascii="Times New Roman" w:hAnsi="Times New Roman"/>
          <w:sz w:val="28"/>
          <w:szCs w:val="28"/>
        </w:rPr>
        <w:t xml:space="preserve">21. Органы местного самоуправления </w:t>
      </w:r>
      <w:r>
        <w:rPr>
          <w:rFonts w:ascii="Times New Roman" w:hAnsi="Times New Roman"/>
          <w:sz w:val="28"/>
          <w:szCs w:val="28"/>
        </w:rPr>
        <w:t>сельского поселения «Чиронское</w:t>
      </w:r>
      <w:r w:rsidRPr="00A53642">
        <w:rPr>
          <w:rFonts w:ascii="Times New Roman" w:hAnsi="Times New Roman"/>
          <w:sz w:val="28"/>
          <w:szCs w:val="28"/>
        </w:rPr>
        <w:t>», муниципальные организации, музеи и библиотеки при наличии у них соответствующих архивных документов обязаны бесплатно предоставлять пользователю оформленные в установленном порядке архивные справки или копии архивных документов, связанные с социальной защитой граждан, предусматривающей их пенсионное обеспечение, а также получение льгот и компенсаций в соответствии с законодательством Российской Федерации.</w:t>
      </w: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</w:p>
    <w:p w:rsidR="00DF749F" w:rsidRPr="00A53642" w:rsidRDefault="00DF749F" w:rsidP="00A536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A53642">
        <w:rPr>
          <w:rFonts w:ascii="Times New Roman" w:hAnsi="Times New Roman"/>
          <w:sz w:val="28"/>
          <w:szCs w:val="28"/>
        </w:rPr>
        <w:t>_______________</w:t>
      </w:r>
    </w:p>
    <w:p w:rsidR="00DF749F" w:rsidRDefault="00DF749F"/>
    <w:sectPr w:rsidR="00DF749F" w:rsidSect="00876C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6BEB"/>
    <w:rsid w:val="00457786"/>
    <w:rsid w:val="00476BEB"/>
    <w:rsid w:val="0069386A"/>
    <w:rsid w:val="00876C2E"/>
    <w:rsid w:val="00A42FD8"/>
    <w:rsid w:val="00A53642"/>
    <w:rsid w:val="00B71A0B"/>
    <w:rsid w:val="00DF749F"/>
    <w:rsid w:val="00ED572C"/>
    <w:rsid w:val="00FB0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C2E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6</Pages>
  <Words>1527</Words>
  <Characters>8707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Чирон</dc:creator>
  <cp:keywords/>
  <dc:description/>
  <cp:lastModifiedBy>User</cp:lastModifiedBy>
  <cp:revision>7</cp:revision>
  <dcterms:created xsi:type="dcterms:W3CDTF">2020-06-11T02:37:00Z</dcterms:created>
  <dcterms:modified xsi:type="dcterms:W3CDTF">2020-06-30T00:32:00Z</dcterms:modified>
</cp:coreProperties>
</file>