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AE2" w:rsidRDefault="00410AE2" w:rsidP="00BB34D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«ЧИРОНСКОЕ»</w:t>
      </w:r>
    </w:p>
    <w:p w:rsidR="00410AE2" w:rsidRDefault="00410AE2" w:rsidP="00D40DD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410AE2" w:rsidRPr="003522CE" w:rsidRDefault="00410AE2" w:rsidP="00BB34D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29 </w:t>
      </w:r>
      <w:r w:rsidRPr="003522CE">
        <w:rPr>
          <w:sz w:val="28"/>
          <w:szCs w:val="28"/>
        </w:rPr>
        <w:t>декабря 201</w:t>
      </w:r>
      <w:r>
        <w:rPr>
          <w:sz w:val="28"/>
          <w:szCs w:val="28"/>
        </w:rPr>
        <w:t>6</w:t>
      </w:r>
      <w:r w:rsidRPr="003522CE">
        <w:rPr>
          <w:sz w:val="28"/>
          <w:szCs w:val="28"/>
        </w:rPr>
        <w:tab/>
      </w:r>
      <w:r w:rsidRPr="003522CE">
        <w:rPr>
          <w:sz w:val="28"/>
          <w:szCs w:val="28"/>
        </w:rPr>
        <w:tab/>
      </w:r>
      <w:r w:rsidRPr="003522CE">
        <w:rPr>
          <w:sz w:val="28"/>
          <w:szCs w:val="28"/>
        </w:rPr>
        <w:tab/>
      </w:r>
      <w:r w:rsidRPr="003522CE">
        <w:rPr>
          <w:sz w:val="28"/>
          <w:szCs w:val="28"/>
        </w:rPr>
        <w:tab/>
      </w:r>
      <w:r w:rsidRPr="003522CE">
        <w:rPr>
          <w:sz w:val="28"/>
          <w:szCs w:val="28"/>
        </w:rPr>
        <w:tab/>
      </w:r>
      <w:r w:rsidRPr="003522CE">
        <w:rPr>
          <w:sz w:val="28"/>
          <w:szCs w:val="28"/>
        </w:rPr>
        <w:tab/>
      </w:r>
      <w:r w:rsidRPr="003522CE">
        <w:rPr>
          <w:sz w:val="28"/>
          <w:szCs w:val="28"/>
        </w:rPr>
        <w:tab/>
      </w:r>
      <w:r w:rsidRPr="003522CE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18</w:t>
      </w:r>
    </w:p>
    <w:p w:rsidR="00410AE2" w:rsidRPr="00084FF5" w:rsidRDefault="00410AE2" w:rsidP="00D40DD7">
      <w:pPr>
        <w:spacing w:line="360" w:lineRule="auto"/>
        <w:jc w:val="center"/>
        <w:rPr>
          <w:b/>
          <w:sz w:val="28"/>
          <w:szCs w:val="28"/>
        </w:rPr>
      </w:pPr>
      <w:r w:rsidRPr="00084FF5">
        <w:rPr>
          <w:b/>
          <w:sz w:val="28"/>
          <w:szCs w:val="28"/>
        </w:rPr>
        <w:t>село Чирон</w:t>
      </w:r>
    </w:p>
    <w:p w:rsidR="00410AE2" w:rsidRPr="00AF71DF" w:rsidRDefault="00410AE2" w:rsidP="00D40DD7">
      <w:pPr>
        <w:spacing w:line="360" w:lineRule="auto"/>
        <w:jc w:val="center"/>
        <w:rPr>
          <w:b/>
          <w:sz w:val="28"/>
          <w:szCs w:val="28"/>
        </w:rPr>
      </w:pPr>
      <w:r w:rsidRPr="00AF71DF">
        <w:rPr>
          <w:b/>
          <w:sz w:val="28"/>
          <w:szCs w:val="28"/>
        </w:rPr>
        <w:t>Об утверждении Плана социально -экономического развития сельско</w:t>
      </w:r>
      <w:r>
        <w:rPr>
          <w:b/>
          <w:sz w:val="28"/>
          <w:szCs w:val="28"/>
        </w:rPr>
        <w:t>го поселения «Чиронское» на 2017</w:t>
      </w:r>
      <w:r w:rsidRPr="00AF71DF">
        <w:rPr>
          <w:b/>
          <w:sz w:val="28"/>
          <w:szCs w:val="28"/>
        </w:rPr>
        <w:t xml:space="preserve"> год</w:t>
      </w:r>
    </w:p>
    <w:p w:rsidR="00410AE2" w:rsidRDefault="00410AE2" w:rsidP="00BB34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Проект «Об утверждении Плана социально-экономического развития сельского поселения «Чиронское» на 2017 год, руководствуясь Уставом сельского поселения «Чиронское» ,Совет сельского поселения «Чиронское» ,</w:t>
      </w:r>
      <w:r w:rsidRPr="00BB34D9">
        <w:rPr>
          <w:b/>
          <w:sz w:val="28"/>
          <w:szCs w:val="28"/>
        </w:rPr>
        <w:t>решил:</w:t>
      </w:r>
    </w:p>
    <w:p w:rsidR="00410AE2" w:rsidRDefault="00410AE2" w:rsidP="00BB34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10AE2" w:rsidRDefault="00410AE2" w:rsidP="00BB34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План социально – экономического развития сельского поселения «Чиронское» на 2017 год (прилагается).</w:t>
      </w:r>
    </w:p>
    <w:p w:rsidR="00410AE2" w:rsidRDefault="00410AE2" w:rsidP="00BB34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2.Решение № 109 от 31.12.2014 г. «Об утверждении Плана социально экономического развития сельского поселения «Чиронское» на 2015 год признать утратившим силу.</w:t>
      </w:r>
    </w:p>
    <w:p w:rsidR="00410AE2" w:rsidRDefault="00410AE2" w:rsidP="00BB34D9">
      <w:pPr>
        <w:spacing w:line="360" w:lineRule="auto"/>
        <w:jc w:val="both"/>
        <w:rPr>
          <w:sz w:val="28"/>
          <w:szCs w:val="28"/>
        </w:rPr>
      </w:pPr>
    </w:p>
    <w:p w:rsidR="00410AE2" w:rsidRDefault="00410AE2" w:rsidP="00BB34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«Чиронское»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Л.И.Шароглазов</w:t>
      </w:r>
    </w:p>
    <w:p w:rsidR="00410AE2" w:rsidRDefault="00410AE2" w:rsidP="00BB34D9">
      <w:pPr>
        <w:spacing w:line="360" w:lineRule="auto"/>
        <w:jc w:val="both"/>
        <w:rPr>
          <w:sz w:val="28"/>
          <w:szCs w:val="28"/>
        </w:rPr>
      </w:pPr>
    </w:p>
    <w:p w:rsidR="00410AE2" w:rsidRDefault="00410AE2" w:rsidP="00BB34D9">
      <w:pPr>
        <w:spacing w:line="360" w:lineRule="auto"/>
        <w:jc w:val="both"/>
        <w:rPr>
          <w:sz w:val="28"/>
          <w:szCs w:val="28"/>
        </w:rPr>
      </w:pPr>
    </w:p>
    <w:p w:rsidR="00410AE2" w:rsidRDefault="00410AE2" w:rsidP="00BB34D9">
      <w:pPr>
        <w:spacing w:line="360" w:lineRule="auto"/>
        <w:jc w:val="both"/>
        <w:rPr>
          <w:sz w:val="28"/>
          <w:szCs w:val="28"/>
        </w:rPr>
      </w:pPr>
    </w:p>
    <w:p w:rsidR="00410AE2" w:rsidRDefault="00410AE2" w:rsidP="00BB34D9">
      <w:pPr>
        <w:spacing w:line="360" w:lineRule="auto"/>
        <w:jc w:val="both"/>
        <w:rPr>
          <w:sz w:val="28"/>
          <w:szCs w:val="28"/>
        </w:rPr>
      </w:pPr>
    </w:p>
    <w:p w:rsidR="00410AE2" w:rsidRDefault="00410AE2">
      <w:pPr>
        <w:rPr>
          <w:sz w:val="28"/>
          <w:szCs w:val="28"/>
        </w:rPr>
      </w:pPr>
    </w:p>
    <w:p w:rsidR="00410AE2" w:rsidRDefault="00410AE2">
      <w:pPr>
        <w:rPr>
          <w:sz w:val="28"/>
          <w:szCs w:val="28"/>
        </w:rPr>
      </w:pPr>
    </w:p>
    <w:p w:rsidR="00410AE2" w:rsidRDefault="00410AE2" w:rsidP="00BB34D9">
      <w:pPr>
        <w:spacing w:line="360" w:lineRule="auto"/>
      </w:pPr>
      <w:r>
        <w:t xml:space="preserve">                                                                                               </w:t>
      </w:r>
    </w:p>
    <w:p w:rsidR="00410AE2" w:rsidRDefault="00410AE2" w:rsidP="00BB34D9">
      <w:pPr>
        <w:spacing w:line="360" w:lineRule="auto"/>
      </w:pPr>
    </w:p>
    <w:p w:rsidR="00410AE2" w:rsidRDefault="00410AE2" w:rsidP="00BB34D9">
      <w:pPr>
        <w:spacing w:line="360" w:lineRule="auto"/>
      </w:pPr>
    </w:p>
    <w:p w:rsidR="00410AE2" w:rsidRDefault="00410AE2" w:rsidP="00BB34D9">
      <w:pPr>
        <w:spacing w:line="360" w:lineRule="auto"/>
      </w:pPr>
    </w:p>
    <w:p w:rsidR="00410AE2" w:rsidRDefault="00410AE2" w:rsidP="00BB34D9">
      <w:pPr>
        <w:spacing w:line="360" w:lineRule="auto"/>
      </w:pPr>
    </w:p>
    <w:p w:rsidR="00410AE2" w:rsidRDefault="00410AE2" w:rsidP="00BB34D9">
      <w:pPr>
        <w:spacing w:line="360" w:lineRule="auto"/>
      </w:pPr>
    </w:p>
    <w:p w:rsidR="00410AE2" w:rsidRDefault="00410AE2" w:rsidP="00BB34D9">
      <w:pPr>
        <w:spacing w:line="360" w:lineRule="auto"/>
      </w:pPr>
    </w:p>
    <w:p w:rsidR="00410AE2" w:rsidRDefault="00410AE2" w:rsidP="00BB34D9">
      <w:pPr>
        <w:spacing w:line="360" w:lineRule="auto"/>
      </w:pPr>
    </w:p>
    <w:p w:rsidR="00410AE2" w:rsidRDefault="00410AE2" w:rsidP="00BB34D9">
      <w:pPr>
        <w:spacing w:line="360" w:lineRule="auto"/>
      </w:pPr>
    </w:p>
    <w:p w:rsidR="00410AE2" w:rsidRDefault="00410AE2" w:rsidP="00BB34D9">
      <w:pPr>
        <w:spacing w:line="360" w:lineRule="auto"/>
      </w:pPr>
      <w:r>
        <w:t xml:space="preserve">                                                                                           Утверждено Решением Совета </w:t>
      </w:r>
    </w:p>
    <w:p w:rsidR="00410AE2" w:rsidRDefault="00410AE2" w:rsidP="00BB34D9">
      <w:pPr>
        <w:spacing w:line="360" w:lineRule="auto"/>
      </w:pPr>
      <w:r>
        <w:t xml:space="preserve">                                                                                            сельского поселения «Чиронское»</w:t>
      </w:r>
    </w:p>
    <w:p w:rsidR="00410AE2" w:rsidRDefault="00410AE2" w:rsidP="00BB34D9">
      <w:pPr>
        <w:spacing w:line="360" w:lineRule="auto"/>
      </w:pPr>
      <w:r>
        <w:t xml:space="preserve">                                                                                           от 29.12.2016г. № 18 </w:t>
      </w:r>
    </w:p>
    <w:p w:rsidR="00410AE2" w:rsidRDefault="00410AE2" w:rsidP="00BB34D9">
      <w:pPr>
        <w:spacing w:line="360" w:lineRule="auto"/>
        <w:jc w:val="center"/>
        <w:rPr>
          <w:sz w:val="28"/>
          <w:szCs w:val="28"/>
        </w:rPr>
      </w:pPr>
    </w:p>
    <w:p w:rsidR="00410AE2" w:rsidRDefault="00410AE2" w:rsidP="00BB34D9">
      <w:pPr>
        <w:spacing w:line="360" w:lineRule="auto"/>
        <w:jc w:val="center"/>
        <w:rPr>
          <w:sz w:val="28"/>
          <w:szCs w:val="28"/>
        </w:rPr>
      </w:pPr>
    </w:p>
    <w:p w:rsidR="00410AE2" w:rsidRDefault="00410AE2" w:rsidP="00BB34D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410AE2" w:rsidRPr="00602258" w:rsidRDefault="00410AE2" w:rsidP="00BB34D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Социально-экономического развития сельского поселения «Чиронское»2017г.</w:t>
      </w:r>
    </w:p>
    <w:tbl>
      <w:tblPr>
        <w:tblW w:w="97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7"/>
        <w:gridCol w:w="7"/>
        <w:gridCol w:w="75"/>
        <w:gridCol w:w="5670"/>
        <w:gridCol w:w="1683"/>
        <w:gridCol w:w="1676"/>
      </w:tblGrid>
      <w:tr w:rsidR="00410AE2" w:rsidRPr="00602258" w:rsidTr="00016EE8">
        <w:tc>
          <w:tcPr>
            <w:tcW w:w="627" w:type="dxa"/>
          </w:tcPr>
          <w:p w:rsidR="00410AE2" w:rsidRPr="00602258" w:rsidRDefault="00410AE2" w:rsidP="00016EE8">
            <w:pPr>
              <w:jc w:val="center"/>
              <w:rPr>
                <w:b/>
              </w:rPr>
            </w:pPr>
            <w:r w:rsidRPr="00602258">
              <w:rPr>
                <w:b/>
              </w:rPr>
              <w:t>№</w:t>
            </w:r>
          </w:p>
        </w:tc>
        <w:tc>
          <w:tcPr>
            <w:tcW w:w="5752" w:type="dxa"/>
            <w:gridSpan w:val="3"/>
          </w:tcPr>
          <w:p w:rsidR="00410AE2" w:rsidRPr="00602258" w:rsidRDefault="00410AE2" w:rsidP="00016EE8">
            <w:pPr>
              <w:jc w:val="center"/>
              <w:rPr>
                <w:b/>
              </w:rPr>
            </w:pPr>
            <w:r w:rsidRPr="00602258">
              <w:rPr>
                <w:b/>
              </w:rPr>
              <w:t>Наименование мероприятий</w:t>
            </w:r>
          </w:p>
        </w:tc>
        <w:tc>
          <w:tcPr>
            <w:tcW w:w="1683" w:type="dxa"/>
          </w:tcPr>
          <w:p w:rsidR="00410AE2" w:rsidRPr="00602258" w:rsidRDefault="00410AE2" w:rsidP="00016EE8">
            <w:pPr>
              <w:jc w:val="center"/>
              <w:rPr>
                <w:b/>
              </w:rPr>
            </w:pPr>
            <w:r w:rsidRPr="00602258">
              <w:rPr>
                <w:b/>
              </w:rPr>
              <w:t>Источники</w:t>
            </w:r>
          </w:p>
          <w:p w:rsidR="00410AE2" w:rsidRPr="00602258" w:rsidRDefault="00410AE2" w:rsidP="00016EE8">
            <w:pPr>
              <w:jc w:val="center"/>
              <w:rPr>
                <w:b/>
              </w:rPr>
            </w:pPr>
            <w:r w:rsidRPr="00602258">
              <w:rPr>
                <w:b/>
              </w:rPr>
              <w:t>финансирования</w:t>
            </w:r>
          </w:p>
        </w:tc>
        <w:tc>
          <w:tcPr>
            <w:tcW w:w="1676" w:type="dxa"/>
          </w:tcPr>
          <w:p w:rsidR="00410AE2" w:rsidRPr="00602258" w:rsidRDefault="00410AE2" w:rsidP="00016EE8">
            <w:pPr>
              <w:jc w:val="center"/>
              <w:rPr>
                <w:b/>
              </w:rPr>
            </w:pPr>
            <w:r w:rsidRPr="00602258">
              <w:rPr>
                <w:b/>
              </w:rPr>
              <w:t xml:space="preserve">Стоимость, </w:t>
            </w:r>
          </w:p>
          <w:p w:rsidR="00410AE2" w:rsidRPr="00602258" w:rsidRDefault="00410AE2" w:rsidP="00016EE8">
            <w:pPr>
              <w:jc w:val="center"/>
              <w:rPr>
                <w:b/>
              </w:rPr>
            </w:pPr>
            <w:r w:rsidRPr="00602258">
              <w:rPr>
                <w:b/>
              </w:rPr>
              <w:t>тыс.рублей</w:t>
            </w:r>
          </w:p>
        </w:tc>
      </w:tr>
      <w:tr w:rsidR="00410AE2" w:rsidRPr="00602258" w:rsidTr="00016EE8">
        <w:tc>
          <w:tcPr>
            <w:tcW w:w="9738" w:type="dxa"/>
            <w:gridSpan w:val="6"/>
          </w:tcPr>
          <w:p w:rsidR="00410AE2" w:rsidRPr="00602258" w:rsidRDefault="00410AE2" w:rsidP="00016EE8">
            <w:pPr>
              <w:jc w:val="center"/>
              <w:rPr>
                <w:b/>
              </w:rPr>
            </w:pPr>
            <w:r w:rsidRPr="00602258">
              <w:rPr>
                <w:b/>
              </w:rPr>
              <w:t>Развитие экономики и инфраструктуры</w:t>
            </w:r>
          </w:p>
        </w:tc>
      </w:tr>
      <w:tr w:rsidR="00410AE2" w:rsidRPr="00602258" w:rsidTr="00016EE8">
        <w:tc>
          <w:tcPr>
            <w:tcW w:w="627" w:type="dxa"/>
          </w:tcPr>
          <w:p w:rsidR="00410AE2" w:rsidRPr="00602258" w:rsidRDefault="00410AE2" w:rsidP="00016EE8">
            <w:pPr>
              <w:jc w:val="center"/>
            </w:pPr>
          </w:p>
        </w:tc>
        <w:tc>
          <w:tcPr>
            <w:tcW w:w="5752" w:type="dxa"/>
            <w:gridSpan w:val="3"/>
          </w:tcPr>
          <w:p w:rsidR="00410AE2" w:rsidRPr="00602258" w:rsidRDefault="00410AE2" w:rsidP="00016EE8"/>
        </w:tc>
        <w:tc>
          <w:tcPr>
            <w:tcW w:w="1683" w:type="dxa"/>
          </w:tcPr>
          <w:p w:rsidR="00410AE2" w:rsidRPr="00602258" w:rsidRDefault="00410AE2" w:rsidP="00016EE8">
            <w:pPr>
              <w:jc w:val="center"/>
            </w:pPr>
          </w:p>
        </w:tc>
        <w:tc>
          <w:tcPr>
            <w:tcW w:w="1676" w:type="dxa"/>
          </w:tcPr>
          <w:p w:rsidR="00410AE2" w:rsidRPr="00602258" w:rsidRDefault="00410AE2" w:rsidP="00016EE8">
            <w:pPr>
              <w:jc w:val="center"/>
            </w:pPr>
          </w:p>
        </w:tc>
      </w:tr>
      <w:tr w:rsidR="00410AE2" w:rsidRPr="00602258" w:rsidTr="00016EE8">
        <w:trPr>
          <w:trHeight w:val="164"/>
        </w:trPr>
        <w:tc>
          <w:tcPr>
            <w:tcW w:w="627" w:type="dxa"/>
          </w:tcPr>
          <w:p w:rsidR="00410AE2" w:rsidRPr="00602258" w:rsidRDefault="00410AE2" w:rsidP="00016EE8">
            <w:pPr>
              <w:jc w:val="center"/>
            </w:pPr>
          </w:p>
        </w:tc>
        <w:tc>
          <w:tcPr>
            <w:tcW w:w="5752" w:type="dxa"/>
            <w:gridSpan w:val="3"/>
          </w:tcPr>
          <w:p w:rsidR="00410AE2" w:rsidRPr="00602258" w:rsidRDefault="00410AE2" w:rsidP="00016EE8"/>
        </w:tc>
        <w:tc>
          <w:tcPr>
            <w:tcW w:w="1683" w:type="dxa"/>
          </w:tcPr>
          <w:p w:rsidR="00410AE2" w:rsidRPr="00602258" w:rsidRDefault="00410AE2" w:rsidP="00016EE8">
            <w:pPr>
              <w:jc w:val="center"/>
            </w:pPr>
          </w:p>
        </w:tc>
        <w:tc>
          <w:tcPr>
            <w:tcW w:w="1676" w:type="dxa"/>
          </w:tcPr>
          <w:p w:rsidR="00410AE2" w:rsidRPr="00602258" w:rsidRDefault="00410AE2" w:rsidP="00016EE8">
            <w:pPr>
              <w:jc w:val="center"/>
            </w:pPr>
          </w:p>
        </w:tc>
      </w:tr>
      <w:tr w:rsidR="00410AE2" w:rsidRPr="00602258" w:rsidTr="00016EE8">
        <w:trPr>
          <w:trHeight w:val="315"/>
        </w:trPr>
        <w:tc>
          <w:tcPr>
            <w:tcW w:w="9738" w:type="dxa"/>
            <w:gridSpan w:val="6"/>
          </w:tcPr>
          <w:p w:rsidR="00410AE2" w:rsidRPr="00602258" w:rsidRDefault="00410AE2" w:rsidP="00016EE8">
            <w:pPr>
              <w:jc w:val="center"/>
              <w:rPr>
                <w:b/>
              </w:rPr>
            </w:pPr>
            <w:r w:rsidRPr="00602258">
              <w:rPr>
                <w:b/>
              </w:rPr>
              <w:t>Жилищно-коммунальное хозяйство</w:t>
            </w:r>
          </w:p>
        </w:tc>
      </w:tr>
      <w:tr w:rsidR="00410AE2" w:rsidRPr="00602258" w:rsidTr="00016EE8">
        <w:trPr>
          <w:trHeight w:val="240"/>
        </w:trPr>
        <w:tc>
          <w:tcPr>
            <w:tcW w:w="634" w:type="dxa"/>
            <w:gridSpan w:val="2"/>
          </w:tcPr>
          <w:p w:rsidR="00410AE2" w:rsidRPr="00602258" w:rsidRDefault="00410AE2" w:rsidP="00016EE8">
            <w:pPr>
              <w:jc w:val="center"/>
              <w:rPr>
                <w:lang w:val="en-US"/>
              </w:rPr>
            </w:pPr>
            <w:r w:rsidRPr="00602258">
              <w:rPr>
                <w:lang w:val="en-US"/>
              </w:rPr>
              <w:t>1.</w:t>
            </w:r>
          </w:p>
        </w:tc>
        <w:tc>
          <w:tcPr>
            <w:tcW w:w="5745" w:type="dxa"/>
            <w:gridSpan w:val="2"/>
          </w:tcPr>
          <w:p w:rsidR="00410AE2" w:rsidRPr="00602258" w:rsidRDefault="00410AE2" w:rsidP="00016EE8">
            <w:r>
              <w:t>Замена котла КАР-1 б/к</w:t>
            </w:r>
          </w:p>
        </w:tc>
        <w:tc>
          <w:tcPr>
            <w:tcW w:w="1683" w:type="dxa"/>
          </w:tcPr>
          <w:p w:rsidR="00410AE2" w:rsidRPr="00602258" w:rsidRDefault="00410AE2" w:rsidP="00016EE8">
            <w:pPr>
              <w:jc w:val="center"/>
            </w:pPr>
            <w:r>
              <w:t>федеральный</w:t>
            </w:r>
          </w:p>
        </w:tc>
        <w:tc>
          <w:tcPr>
            <w:tcW w:w="1676" w:type="dxa"/>
          </w:tcPr>
          <w:p w:rsidR="00410AE2" w:rsidRPr="00602258" w:rsidRDefault="00410AE2" w:rsidP="00016EE8">
            <w:pPr>
              <w:jc w:val="center"/>
            </w:pPr>
            <w:r>
              <w:t xml:space="preserve"> </w:t>
            </w:r>
          </w:p>
        </w:tc>
      </w:tr>
      <w:tr w:rsidR="00410AE2" w:rsidRPr="00602258" w:rsidTr="007506DC">
        <w:tc>
          <w:tcPr>
            <w:tcW w:w="709" w:type="dxa"/>
            <w:gridSpan w:val="3"/>
          </w:tcPr>
          <w:p w:rsidR="00410AE2" w:rsidRPr="00602258" w:rsidRDefault="00410AE2" w:rsidP="00016EE8">
            <w:pPr>
              <w:ind w:right="-163"/>
              <w:jc w:val="center"/>
              <w:rPr>
                <w:lang w:val="en-US"/>
              </w:rPr>
            </w:pPr>
            <w:r w:rsidRPr="00602258">
              <w:rPr>
                <w:lang w:val="en-US"/>
              </w:rPr>
              <w:t>2.</w:t>
            </w:r>
          </w:p>
        </w:tc>
        <w:tc>
          <w:tcPr>
            <w:tcW w:w="5670" w:type="dxa"/>
          </w:tcPr>
          <w:p w:rsidR="00410AE2" w:rsidRPr="00602258" w:rsidRDefault="00410AE2" w:rsidP="00016EE8"/>
        </w:tc>
        <w:tc>
          <w:tcPr>
            <w:tcW w:w="1683" w:type="dxa"/>
          </w:tcPr>
          <w:p w:rsidR="00410AE2" w:rsidRPr="00602258" w:rsidRDefault="00410AE2" w:rsidP="00016EE8">
            <w:r>
              <w:t xml:space="preserve"> краевой </w:t>
            </w:r>
          </w:p>
        </w:tc>
        <w:tc>
          <w:tcPr>
            <w:tcW w:w="1676" w:type="dxa"/>
          </w:tcPr>
          <w:p w:rsidR="00410AE2" w:rsidRPr="00602258" w:rsidRDefault="00410AE2" w:rsidP="00016EE8">
            <w:pPr>
              <w:jc w:val="center"/>
            </w:pPr>
            <w:r>
              <w:t>525,0</w:t>
            </w:r>
          </w:p>
        </w:tc>
      </w:tr>
      <w:tr w:rsidR="00410AE2" w:rsidRPr="00602258" w:rsidTr="007506DC">
        <w:tc>
          <w:tcPr>
            <w:tcW w:w="709" w:type="dxa"/>
            <w:gridSpan w:val="3"/>
          </w:tcPr>
          <w:p w:rsidR="00410AE2" w:rsidRPr="00602258" w:rsidRDefault="00410AE2" w:rsidP="00016EE8">
            <w:pPr>
              <w:ind w:right="-163"/>
              <w:jc w:val="center"/>
              <w:rPr>
                <w:lang w:val="en-US"/>
              </w:rPr>
            </w:pPr>
          </w:p>
        </w:tc>
        <w:tc>
          <w:tcPr>
            <w:tcW w:w="5670" w:type="dxa"/>
          </w:tcPr>
          <w:p w:rsidR="00410AE2" w:rsidRPr="00602258" w:rsidRDefault="00410AE2" w:rsidP="00016EE8"/>
        </w:tc>
        <w:tc>
          <w:tcPr>
            <w:tcW w:w="1683" w:type="dxa"/>
          </w:tcPr>
          <w:p w:rsidR="00410AE2" w:rsidRPr="00602258" w:rsidRDefault="00410AE2" w:rsidP="00016EE8">
            <w:r>
              <w:t xml:space="preserve"> районный</w:t>
            </w:r>
          </w:p>
        </w:tc>
        <w:tc>
          <w:tcPr>
            <w:tcW w:w="1676" w:type="dxa"/>
          </w:tcPr>
          <w:p w:rsidR="00410AE2" w:rsidRPr="00602258" w:rsidRDefault="00410AE2" w:rsidP="00016EE8">
            <w:pPr>
              <w:jc w:val="center"/>
            </w:pPr>
            <w:r>
              <w:t>187,5</w:t>
            </w:r>
          </w:p>
        </w:tc>
      </w:tr>
      <w:tr w:rsidR="00410AE2" w:rsidRPr="00602258" w:rsidTr="007506DC">
        <w:tc>
          <w:tcPr>
            <w:tcW w:w="709" w:type="dxa"/>
            <w:gridSpan w:val="3"/>
          </w:tcPr>
          <w:p w:rsidR="00410AE2" w:rsidRPr="00602258" w:rsidRDefault="00410AE2" w:rsidP="00016EE8">
            <w:pPr>
              <w:ind w:right="-163"/>
              <w:jc w:val="center"/>
              <w:rPr>
                <w:lang w:val="en-US"/>
              </w:rPr>
            </w:pPr>
          </w:p>
        </w:tc>
        <w:tc>
          <w:tcPr>
            <w:tcW w:w="5670" w:type="dxa"/>
          </w:tcPr>
          <w:p w:rsidR="00410AE2" w:rsidRPr="00602258" w:rsidRDefault="00410AE2" w:rsidP="00016EE8"/>
        </w:tc>
        <w:tc>
          <w:tcPr>
            <w:tcW w:w="1683" w:type="dxa"/>
          </w:tcPr>
          <w:p w:rsidR="00410AE2" w:rsidRDefault="00410AE2" w:rsidP="00016EE8">
            <w:r>
              <w:t>местный</w:t>
            </w:r>
          </w:p>
        </w:tc>
        <w:tc>
          <w:tcPr>
            <w:tcW w:w="1676" w:type="dxa"/>
          </w:tcPr>
          <w:p w:rsidR="00410AE2" w:rsidRDefault="00410AE2" w:rsidP="00016EE8">
            <w:pPr>
              <w:jc w:val="center"/>
            </w:pPr>
            <w:r>
              <w:t xml:space="preserve"> 37,5</w:t>
            </w:r>
          </w:p>
        </w:tc>
      </w:tr>
      <w:tr w:rsidR="00410AE2" w:rsidRPr="00602258" w:rsidTr="007506DC">
        <w:tc>
          <w:tcPr>
            <w:tcW w:w="709" w:type="dxa"/>
            <w:gridSpan w:val="3"/>
          </w:tcPr>
          <w:p w:rsidR="00410AE2" w:rsidRPr="00602258" w:rsidRDefault="00410AE2" w:rsidP="00016EE8">
            <w:pPr>
              <w:ind w:right="-163"/>
              <w:jc w:val="center"/>
              <w:rPr>
                <w:lang w:val="en-US"/>
              </w:rPr>
            </w:pPr>
          </w:p>
        </w:tc>
        <w:tc>
          <w:tcPr>
            <w:tcW w:w="5670" w:type="dxa"/>
          </w:tcPr>
          <w:p w:rsidR="00410AE2" w:rsidRPr="00602258" w:rsidRDefault="00410AE2" w:rsidP="00016EE8"/>
        </w:tc>
        <w:tc>
          <w:tcPr>
            <w:tcW w:w="1683" w:type="dxa"/>
          </w:tcPr>
          <w:p w:rsidR="00410AE2" w:rsidRDefault="00410AE2" w:rsidP="00016EE8">
            <w:r>
              <w:t xml:space="preserve">  итого</w:t>
            </w:r>
          </w:p>
        </w:tc>
        <w:tc>
          <w:tcPr>
            <w:tcW w:w="1676" w:type="dxa"/>
          </w:tcPr>
          <w:p w:rsidR="00410AE2" w:rsidRDefault="00410AE2" w:rsidP="00016EE8">
            <w:pPr>
              <w:jc w:val="center"/>
            </w:pPr>
            <w:r>
              <w:t>750,0</w:t>
            </w:r>
          </w:p>
        </w:tc>
      </w:tr>
      <w:tr w:rsidR="00410AE2" w:rsidRPr="00602258" w:rsidTr="00016EE8">
        <w:trPr>
          <w:trHeight w:val="195"/>
        </w:trPr>
        <w:tc>
          <w:tcPr>
            <w:tcW w:w="634" w:type="dxa"/>
            <w:gridSpan w:val="2"/>
          </w:tcPr>
          <w:p w:rsidR="00410AE2" w:rsidRPr="00602258" w:rsidRDefault="00410AE2" w:rsidP="00016EE8">
            <w:pPr>
              <w:jc w:val="center"/>
            </w:pPr>
          </w:p>
        </w:tc>
        <w:tc>
          <w:tcPr>
            <w:tcW w:w="9104" w:type="dxa"/>
            <w:gridSpan w:val="4"/>
          </w:tcPr>
          <w:p w:rsidR="00410AE2" w:rsidRPr="00602258" w:rsidRDefault="00410AE2" w:rsidP="00016EE8">
            <w:pPr>
              <w:jc w:val="center"/>
              <w:rPr>
                <w:b/>
              </w:rPr>
            </w:pPr>
            <w:r w:rsidRPr="00602258">
              <w:rPr>
                <w:b/>
              </w:rPr>
              <w:t>Развитие социальной сферы</w:t>
            </w:r>
          </w:p>
          <w:p w:rsidR="00410AE2" w:rsidRPr="00602258" w:rsidRDefault="00410AE2" w:rsidP="00016EE8">
            <w:pPr>
              <w:jc w:val="center"/>
              <w:rPr>
                <w:b/>
              </w:rPr>
            </w:pPr>
            <w:r w:rsidRPr="00602258">
              <w:rPr>
                <w:b/>
              </w:rPr>
              <w:t>Развитие образования</w:t>
            </w:r>
          </w:p>
        </w:tc>
      </w:tr>
      <w:tr w:rsidR="00410AE2" w:rsidRPr="00602258" w:rsidTr="00016EE8">
        <w:trPr>
          <w:trHeight w:val="243"/>
        </w:trPr>
        <w:tc>
          <w:tcPr>
            <w:tcW w:w="627" w:type="dxa"/>
          </w:tcPr>
          <w:p w:rsidR="00410AE2" w:rsidRPr="00602258" w:rsidRDefault="00410AE2" w:rsidP="00016EE8">
            <w:pPr>
              <w:jc w:val="center"/>
            </w:pPr>
            <w:r>
              <w:t xml:space="preserve"> </w:t>
            </w:r>
          </w:p>
          <w:p w:rsidR="00410AE2" w:rsidRPr="0056759C" w:rsidRDefault="00410AE2" w:rsidP="00016EE8"/>
        </w:tc>
        <w:tc>
          <w:tcPr>
            <w:tcW w:w="5752" w:type="dxa"/>
            <w:gridSpan w:val="3"/>
          </w:tcPr>
          <w:p w:rsidR="00410AE2" w:rsidRPr="00602258" w:rsidRDefault="00410AE2" w:rsidP="00016EE8"/>
        </w:tc>
        <w:tc>
          <w:tcPr>
            <w:tcW w:w="1683" w:type="dxa"/>
          </w:tcPr>
          <w:p w:rsidR="00410AE2" w:rsidRPr="00602258" w:rsidRDefault="00410AE2" w:rsidP="00016EE8">
            <w:pPr>
              <w:jc w:val="center"/>
            </w:pPr>
          </w:p>
        </w:tc>
        <w:tc>
          <w:tcPr>
            <w:tcW w:w="1676" w:type="dxa"/>
          </w:tcPr>
          <w:p w:rsidR="00410AE2" w:rsidRPr="00602258" w:rsidRDefault="00410AE2" w:rsidP="00016EE8">
            <w:pPr>
              <w:jc w:val="center"/>
            </w:pPr>
          </w:p>
        </w:tc>
      </w:tr>
      <w:tr w:rsidR="00410AE2" w:rsidRPr="00602258" w:rsidTr="00016EE8">
        <w:trPr>
          <w:trHeight w:val="195"/>
        </w:trPr>
        <w:tc>
          <w:tcPr>
            <w:tcW w:w="9738" w:type="dxa"/>
            <w:gridSpan w:val="6"/>
          </w:tcPr>
          <w:p w:rsidR="00410AE2" w:rsidRPr="00602258" w:rsidRDefault="00410AE2" w:rsidP="00016EE8">
            <w:pPr>
              <w:jc w:val="center"/>
              <w:rPr>
                <w:b/>
              </w:rPr>
            </w:pPr>
            <w:r w:rsidRPr="00602258">
              <w:rPr>
                <w:b/>
              </w:rPr>
              <w:t>Развитие культуры</w:t>
            </w:r>
          </w:p>
        </w:tc>
      </w:tr>
      <w:tr w:rsidR="00410AE2" w:rsidRPr="00602258" w:rsidTr="00016EE8">
        <w:trPr>
          <w:trHeight w:val="240"/>
        </w:trPr>
        <w:tc>
          <w:tcPr>
            <w:tcW w:w="627" w:type="dxa"/>
          </w:tcPr>
          <w:p w:rsidR="00410AE2" w:rsidRPr="00602258" w:rsidRDefault="00410AE2" w:rsidP="00016EE8">
            <w:pPr>
              <w:jc w:val="center"/>
            </w:pPr>
            <w:r w:rsidRPr="00602258">
              <w:rPr>
                <w:lang w:val="en-US"/>
              </w:rPr>
              <w:t>1</w:t>
            </w:r>
            <w:r w:rsidRPr="00602258">
              <w:t>.</w:t>
            </w:r>
          </w:p>
        </w:tc>
        <w:tc>
          <w:tcPr>
            <w:tcW w:w="5752" w:type="dxa"/>
            <w:gridSpan w:val="3"/>
          </w:tcPr>
          <w:p w:rsidR="00410AE2" w:rsidRPr="00602258" w:rsidRDefault="00410AE2" w:rsidP="00016EE8">
            <w:r>
              <w:t>Пополнение библиотечного фонда</w:t>
            </w:r>
          </w:p>
        </w:tc>
        <w:tc>
          <w:tcPr>
            <w:tcW w:w="1683" w:type="dxa"/>
          </w:tcPr>
          <w:p w:rsidR="00410AE2" w:rsidRPr="00602258" w:rsidRDefault="00410AE2" w:rsidP="00016EE8">
            <w:pPr>
              <w:jc w:val="center"/>
            </w:pPr>
            <w:r>
              <w:t>федеральный</w:t>
            </w:r>
          </w:p>
        </w:tc>
        <w:tc>
          <w:tcPr>
            <w:tcW w:w="1676" w:type="dxa"/>
          </w:tcPr>
          <w:p w:rsidR="00410AE2" w:rsidRPr="00602258" w:rsidRDefault="00410AE2" w:rsidP="00016EE8">
            <w:pPr>
              <w:jc w:val="center"/>
            </w:pPr>
            <w:r>
              <w:t xml:space="preserve"> </w:t>
            </w:r>
          </w:p>
        </w:tc>
      </w:tr>
      <w:tr w:rsidR="00410AE2" w:rsidRPr="00602258" w:rsidTr="00016EE8">
        <w:trPr>
          <w:trHeight w:val="240"/>
        </w:trPr>
        <w:tc>
          <w:tcPr>
            <w:tcW w:w="627" w:type="dxa"/>
          </w:tcPr>
          <w:p w:rsidR="00410AE2" w:rsidRPr="00602258" w:rsidRDefault="00410AE2" w:rsidP="00016EE8">
            <w:pPr>
              <w:jc w:val="center"/>
            </w:pPr>
            <w:r w:rsidRPr="00602258">
              <w:t>2.</w:t>
            </w:r>
          </w:p>
        </w:tc>
        <w:tc>
          <w:tcPr>
            <w:tcW w:w="5752" w:type="dxa"/>
            <w:gridSpan w:val="3"/>
          </w:tcPr>
          <w:p w:rsidR="00410AE2" w:rsidRPr="00602258" w:rsidRDefault="00410AE2" w:rsidP="00016EE8"/>
        </w:tc>
        <w:tc>
          <w:tcPr>
            <w:tcW w:w="1683" w:type="dxa"/>
          </w:tcPr>
          <w:p w:rsidR="00410AE2" w:rsidRPr="00602258" w:rsidRDefault="00410AE2" w:rsidP="00016EE8">
            <w:pPr>
              <w:jc w:val="center"/>
            </w:pPr>
            <w:r>
              <w:t>краевой</w:t>
            </w:r>
          </w:p>
        </w:tc>
        <w:tc>
          <w:tcPr>
            <w:tcW w:w="1676" w:type="dxa"/>
          </w:tcPr>
          <w:p w:rsidR="00410AE2" w:rsidRPr="00602258" w:rsidRDefault="00410AE2" w:rsidP="00016EE8">
            <w:pPr>
              <w:jc w:val="center"/>
            </w:pPr>
            <w:r>
              <w:t>1.0</w:t>
            </w:r>
          </w:p>
        </w:tc>
      </w:tr>
      <w:tr w:rsidR="00410AE2" w:rsidRPr="00602258" w:rsidTr="00016EE8">
        <w:tc>
          <w:tcPr>
            <w:tcW w:w="627" w:type="dxa"/>
          </w:tcPr>
          <w:p w:rsidR="00410AE2" w:rsidRPr="00602258" w:rsidRDefault="00410AE2" w:rsidP="00016EE8">
            <w:pPr>
              <w:jc w:val="center"/>
            </w:pPr>
            <w:r w:rsidRPr="00602258">
              <w:rPr>
                <w:lang w:val="en-US"/>
              </w:rPr>
              <w:t>..</w:t>
            </w:r>
            <w:r w:rsidRPr="00602258">
              <w:t>.</w:t>
            </w:r>
          </w:p>
        </w:tc>
        <w:tc>
          <w:tcPr>
            <w:tcW w:w="5752" w:type="dxa"/>
            <w:gridSpan w:val="3"/>
          </w:tcPr>
          <w:p w:rsidR="00410AE2" w:rsidRPr="00602258" w:rsidRDefault="00410AE2" w:rsidP="00016EE8"/>
        </w:tc>
        <w:tc>
          <w:tcPr>
            <w:tcW w:w="1683" w:type="dxa"/>
          </w:tcPr>
          <w:p w:rsidR="00410AE2" w:rsidRPr="00602258" w:rsidRDefault="00410AE2" w:rsidP="00016EE8">
            <w:r>
              <w:t xml:space="preserve">     местный</w:t>
            </w:r>
          </w:p>
        </w:tc>
        <w:tc>
          <w:tcPr>
            <w:tcW w:w="1676" w:type="dxa"/>
          </w:tcPr>
          <w:p w:rsidR="00410AE2" w:rsidRPr="00602258" w:rsidRDefault="00410AE2" w:rsidP="00016EE8">
            <w:pPr>
              <w:jc w:val="center"/>
            </w:pPr>
            <w:r>
              <w:t>1.0</w:t>
            </w:r>
          </w:p>
        </w:tc>
      </w:tr>
      <w:tr w:rsidR="00410AE2" w:rsidRPr="00602258" w:rsidTr="00016EE8">
        <w:tc>
          <w:tcPr>
            <w:tcW w:w="627" w:type="dxa"/>
          </w:tcPr>
          <w:p w:rsidR="00410AE2" w:rsidRPr="00A942CB" w:rsidRDefault="00410AE2" w:rsidP="00016EE8"/>
        </w:tc>
        <w:tc>
          <w:tcPr>
            <w:tcW w:w="5752" w:type="dxa"/>
            <w:gridSpan w:val="3"/>
          </w:tcPr>
          <w:p w:rsidR="00410AE2" w:rsidRPr="00602258" w:rsidRDefault="00410AE2" w:rsidP="00016EE8"/>
        </w:tc>
        <w:tc>
          <w:tcPr>
            <w:tcW w:w="1683" w:type="dxa"/>
          </w:tcPr>
          <w:p w:rsidR="00410AE2" w:rsidRDefault="00410AE2" w:rsidP="00016EE8">
            <w:r>
              <w:t xml:space="preserve">      итого</w:t>
            </w:r>
          </w:p>
        </w:tc>
        <w:tc>
          <w:tcPr>
            <w:tcW w:w="1676" w:type="dxa"/>
          </w:tcPr>
          <w:p w:rsidR="00410AE2" w:rsidRDefault="00410AE2" w:rsidP="00016EE8">
            <w:pPr>
              <w:jc w:val="center"/>
            </w:pPr>
            <w:r>
              <w:t>2.0</w:t>
            </w:r>
          </w:p>
        </w:tc>
      </w:tr>
      <w:tr w:rsidR="00410AE2" w:rsidRPr="00602258" w:rsidTr="00016EE8">
        <w:tc>
          <w:tcPr>
            <w:tcW w:w="9738" w:type="dxa"/>
            <w:gridSpan w:val="6"/>
          </w:tcPr>
          <w:p w:rsidR="00410AE2" w:rsidRPr="00602258" w:rsidRDefault="00410AE2" w:rsidP="00016EE8">
            <w:pPr>
              <w:jc w:val="center"/>
              <w:rPr>
                <w:b/>
              </w:rPr>
            </w:pPr>
            <w:r w:rsidRPr="00602258">
              <w:rPr>
                <w:b/>
              </w:rPr>
              <w:t>Спорт</w:t>
            </w:r>
          </w:p>
        </w:tc>
      </w:tr>
      <w:tr w:rsidR="00410AE2" w:rsidRPr="00602258" w:rsidTr="00016EE8">
        <w:trPr>
          <w:trHeight w:val="369"/>
        </w:trPr>
        <w:tc>
          <w:tcPr>
            <w:tcW w:w="627" w:type="dxa"/>
          </w:tcPr>
          <w:p w:rsidR="00410AE2" w:rsidRPr="00602258" w:rsidRDefault="00410AE2" w:rsidP="00016EE8">
            <w:pPr>
              <w:jc w:val="center"/>
            </w:pPr>
            <w:r w:rsidRPr="00602258">
              <w:rPr>
                <w:lang w:val="en-US"/>
              </w:rPr>
              <w:t>1</w:t>
            </w:r>
            <w:r w:rsidRPr="00602258">
              <w:t>.</w:t>
            </w:r>
          </w:p>
        </w:tc>
        <w:tc>
          <w:tcPr>
            <w:tcW w:w="5752" w:type="dxa"/>
            <w:gridSpan w:val="3"/>
          </w:tcPr>
          <w:p w:rsidR="00410AE2" w:rsidRPr="00602258" w:rsidRDefault="00410AE2" w:rsidP="00016EE8">
            <w:r>
              <w:t>Приобретение спортивного инвентаря и формы</w:t>
            </w:r>
          </w:p>
        </w:tc>
        <w:tc>
          <w:tcPr>
            <w:tcW w:w="1683" w:type="dxa"/>
          </w:tcPr>
          <w:p w:rsidR="00410AE2" w:rsidRPr="00602258" w:rsidRDefault="00410AE2" w:rsidP="00016EE8">
            <w:pPr>
              <w:jc w:val="center"/>
            </w:pPr>
            <w:r>
              <w:t>районный</w:t>
            </w:r>
          </w:p>
        </w:tc>
        <w:tc>
          <w:tcPr>
            <w:tcW w:w="1676" w:type="dxa"/>
          </w:tcPr>
          <w:p w:rsidR="00410AE2" w:rsidRPr="00602258" w:rsidRDefault="00410AE2" w:rsidP="00016EE8">
            <w:pPr>
              <w:jc w:val="center"/>
            </w:pPr>
          </w:p>
        </w:tc>
      </w:tr>
      <w:tr w:rsidR="00410AE2" w:rsidRPr="00602258" w:rsidTr="00016EE8">
        <w:trPr>
          <w:trHeight w:val="276"/>
        </w:trPr>
        <w:tc>
          <w:tcPr>
            <w:tcW w:w="627" w:type="dxa"/>
          </w:tcPr>
          <w:p w:rsidR="00410AE2" w:rsidRPr="00602258" w:rsidRDefault="00410AE2" w:rsidP="00016EE8">
            <w:pPr>
              <w:jc w:val="center"/>
            </w:pPr>
          </w:p>
        </w:tc>
        <w:tc>
          <w:tcPr>
            <w:tcW w:w="5752" w:type="dxa"/>
            <w:gridSpan w:val="3"/>
          </w:tcPr>
          <w:p w:rsidR="00410AE2" w:rsidRPr="00602258" w:rsidRDefault="00410AE2" w:rsidP="00016EE8"/>
        </w:tc>
        <w:tc>
          <w:tcPr>
            <w:tcW w:w="1683" w:type="dxa"/>
          </w:tcPr>
          <w:p w:rsidR="00410AE2" w:rsidRPr="00602258" w:rsidRDefault="00410AE2" w:rsidP="00016EE8">
            <w:r>
              <w:t xml:space="preserve">   местный</w:t>
            </w:r>
          </w:p>
        </w:tc>
        <w:tc>
          <w:tcPr>
            <w:tcW w:w="1676" w:type="dxa"/>
          </w:tcPr>
          <w:p w:rsidR="00410AE2" w:rsidRPr="00602258" w:rsidRDefault="00410AE2" w:rsidP="00016EE8">
            <w:pPr>
              <w:jc w:val="center"/>
            </w:pPr>
          </w:p>
        </w:tc>
      </w:tr>
      <w:tr w:rsidR="00410AE2" w:rsidRPr="00602258" w:rsidTr="00016EE8">
        <w:trPr>
          <w:trHeight w:val="276"/>
        </w:trPr>
        <w:tc>
          <w:tcPr>
            <w:tcW w:w="627" w:type="dxa"/>
          </w:tcPr>
          <w:p w:rsidR="00410AE2" w:rsidRPr="00A942CB" w:rsidRDefault="00410AE2" w:rsidP="00016EE8">
            <w:r>
              <w:t>2</w:t>
            </w:r>
          </w:p>
        </w:tc>
        <w:tc>
          <w:tcPr>
            <w:tcW w:w="5752" w:type="dxa"/>
            <w:gridSpan w:val="3"/>
          </w:tcPr>
          <w:p w:rsidR="00410AE2" w:rsidRPr="00602258" w:rsidRDefault="00410AE2" w:rsidP="00016EE8">
            <w:r>
              <w:t>Ремонт стадиона</w:t>
            </w:r>
          </w:p>
        </w:tc>
        <w:tc>
          <w:tcPr>
            <w:tcW w:w="1683" w:type="dxa"/>
          </w:tcPr>
          <w:p w:rsidR="00410AE2" w:rsidRDefault="00410AE2" w:rsidP="00016EE8">
            <w:r>
              <w:t xml:space="preserve">   местный</w:t>
            </w:r>
          </w:p>
        </w:tc>
        <w:tc>
          <w:tcPr>
            <w:tcW w:w="1676" w:type="dxa"/>
          </w:tcPr>
          <w:p w:rsidR="00410AE2" w:rsidRDefault="00410AE2" w:rsidP="00016EE8">
            <w:pPr>
              <w:jc w:val="center"/>
            </w:pPr>
            <w:r>
              <w:t>80.0</w:t>
            </w:r>
          </w:p>
        </w:tc>
      </w:tr>
      <w:tr w:rsidR="00410AE2" w:rsidRPr="00602258" w:rsidTr="00016EE8">
        <w:trPr>
          <w:trHeight w:val="242"/>
        </w:trPr>
        <w:tc>
          <w:tcPr>
            <w:tcW w:w="627" w:type="dxa"/>
          </w:tcPr>
          <w:p w:rsidR="00410AE2" w:rsidRPr="00602258" w:rsidRDefault="00410AE2" w:rsidP="00016EE8">
            <w:pPr>
              <w:jc w:val="center"/>
              <w:rPr>
                <w:lang w:val="en-US"/>
              </w:rPr>
            </w:pPr>
            <w:r w:rsidRPr="00602258">
              <w:rPr>
                <w:lang w:val="en-US"/>
              </w:rPr>
              <w:t>…</w:t>
            </w:r>
          </w:p>
        </w:tc>
        <w:tc>
          <w:tcPr>
            <w:tcW w:w="5752" w:type="dxa"/>
            <w:gridSpan w:val="3"/>
          </w:tcPr>
          <w:p w:rsidR="00410AE2" w:rsidRPr="00602258" w:rsidRDefault="00410AE2" w:rsidP="00016EE8"/>
        </w:tc>
        <w:tc>
          <w:tcPr>
            <w:tcW w:w="1683" w:type="dxa"/>
          </w:tcPr>
          <w:p w:rsidR="00410AE2" w:rsidRPr="00602258" w:rsidRDefault="00410AE2" w:rsidP="00016EE8">
            <w:pPr>
              <w:rPr>
                <w:b/>
              </w:rPr>
            </w:pPr>
            <w:r>
              <w:rPr>
                <w:b/>
              </w:rPr>
              <w:t xml:space="preserve">     итого</w:t>
            </w:r>
          </w:p>
        </w:tc>
        <w:tc>
          <w:tcPr>
            <w:tcW w:w="1676" w:type="dxa"/>
          </w:tcPr>
          <w:p w:rsidR="00410AE2" w:rsidRPr="00602258" w:rsidRDefault="00410AE2" w:rsidP="00016EE8">
            <w:pPr>
              <w:jc w:val="center"/>
              <w:rPr>
                <w:b/>
              </w:rPr>
            </w:pPr>
            <w:r>
              <w:rPr>
                <w:b/>
              </w:rPr>
              <w:t>80.0</w:t>
            </w:r>
          </w:p>
        </w:tc>
      </w:tr>
      <w:tr w:rsidR="00410AE2" w:rsidRPr="00602258" w:rsidTr="00016EE8">
        <w:trPr>
          <w:trHeight w:val="405"/>
        </w:trPr>
        <w:tc>
          <w:tcPr>
            <w:tcW w:w="9738" w:type="dxa"/>
            <w:gridSpan w:val="6"/>
          </w:tcPr>
          <w:p w:rsidR="00410AE2" w:rsidRPr="00602258" w:rsidRDefault="00410AE2" w:rsidP="00016EE8">
            <w:pPr>
              <w:jc w:val="center"/>
              <w:rPr>
                <w:b/>
              </w:rPr>
            </w:pPr>
            <w:r w:rsidRPr="00602258">
              <w:rPr>
                <w:b/>
              </w:rPr>
              <w:t>Обеспечение жильем молодых семей</w:t>
            </w:r>
          </w:p>
        </w:tc>
      </w:tr>
      <w:tr w:rsidR="00410AE2" w:rsidRPr="00602258" w:rsidTr="00016EE8">
        <w:trPr>
          <w:trHeight w:val="279"/>
        </w:trPr>
        <w:tc>
          <w:tcPr>
            <w:tcW w:w="627" w:type="dxa"/>
            <w:vMerge w:val="restart"/>
          </w:tcPr>
          <w:p w:rsidR="00410AE2" w:rsidRPr="0056759C" w:rsidRDefault="00410AE2" w:rsidP="00016EE8"/>
        </w:tc>
        <w:tc>
          <w:tcPr>
            <w:tcW w:w="5752" w:type="dxa"/>
            <w:gridSpan w:val="3"/>
            <w:tcBorders>
              <w:bottom w:val="nil"/>
            </w:tcBorders>
          </w:tcPr>
          <w:p w:rsidR="00410AE2" w:rsidRPr="00602258" w:rsidRDefault="00410AE2" w:rsidP="00016EE8"/>
        </w:tc>
        <w:tc>
          <w:tcPr>
            <w:tcW w:w="1683" w:type="dxa"/>
            <w:tcBorders>
              <w:bottom w:val="nil"/>
            </w:tcBorders>
          </w:tcPr>
          <w:p w:rsidR="00410AE2" w:rsidRPr="00602258" w:rsidRDefault="00410AE2" w:rsidP="00016EE8">
            <w:pPr>
              <w:jc w:val="center"/>
              <w:rPr>
                <w:b/>
              </w:rPr>
            </w:pPr>
          </w:p>
        </w:tc>
        <w:tc>
          <w:tcPr>
            <w:tcW w:w="1676" w:type="dxa"/>
            <w:tcBorders>
              <w:bottom w:val="nil"/>
            </w:tcBorders>
          </w:tcPr>
          <w:p w:rsidR="00410AE2" w:rsidRPr="00602258" w:rsidRDefault="00410AE2" w:rsidP="00016EE8">
            <w:pPr>
              <w:jc w:val="center"/>
              <w:rPr>
                <w:b/>
              </w:rPr>
            </w:pPr>
          </w:p>
        </w:tc>
      </w:tr>
      <w:tr w:rsidR="00410AE2" w:rsidRPr="00602258" w:rsidTr="00016EE8">
        <w:trPr>
          <w:trHeight w:val="70"/>
        </w:trPr>
        <w:tc>
          <w:tcPr>
            <w:tcW w:w="627" w:type="dxa"/>
            <w:vMerge/>
          </w:tcPr>
          <w:p w:rsidR="00410AE2" w:rsidRPr="00602258" w:rsidRDefault="00410AE2" w:rsidP="00016EE8">
            <w:pPr>
              <w:jc w:val="center"/>
            </w:pPr>
          </w:p>
        </w:tc>
        <w:tc>
          <w:tcPr>
            <w:tcW w:w="5752" w:type="dxa"/>
            <w:gridSpan w:val="3"/>
            <w:tcBorders>
              <w:top w:val="nil"/>
            </w:tcBorders>
          </w:tcPr>
          <w:p w:rsidR="00410AE2" w:rsidRPr="00602258" w:rsidRDefault="00410AE2" w:rsidP="00016EE8"/>
        </w:tc>
        <w:tc>
          <w:tcPr>
            <w:tcW w:w="1683" w:type="dxa"/>
            <w:tcBorders>
              <w:top w:val="nil"/>
            </w:tcBorders>
          </w:tcPr>
          <w:p w:rsidR="00410AE2" w:rsidRPr="00602258" w:rsidRDefault="00410AE2" w:rsidP="00016EE8">
            <w:pPr>
              <w:jc w:val="center"/>
              <w:rPr>
                <w:b/>
              </w:rPr>
            </w:pPr>
          </w:p>
        </w:tc>
        <w:tc>
          <w:tcPr>
            <w:tcW w:w="1676" w:type="dxa"/>
            <w:tcBorders>
              <w:top w:val="nil"/>
            </w:tcBorders>
          </w:tcPr>
          <w:p w:rsidR="00410AE2" w:rsidRPr="00602258" w:rsidRDefault="00410AE2" w:rsidP="00016EE8">
            <w:pPr>
              <w:jc w:val="center"/>
              <w:rPr>
                <w:b/>
              </w:rPr>
            </w:pPr>
          </w:p>
        </w:tc>
      </w:tr>
      <w:tr w:rsidR="00410AE2" w:rsidRPr="00602258" w:rsidTr="00016EE8">
        <w:tc>
          <w:tcPr>
            <w:tcW w:w="9738" w:type="dxa"/>
            <w:gridSpan w:val="6"/>
          </w:tcPr>
          <w:p w:rsidR="00410AE2" w:rsidRPr="00602258" w:rsidRDefault="00410AE2" w:rsidP="00016EE8">
            <w:pPr>
              <w:jc w:val="center"/>
              <w:rPr>
                <w:b/>
              </w:rPr>
            </w:pPr>
            <w:r w:rsidRPr="00602258">
              <w:rPr>
                <w:b/>
              </w:rPr>
              <w:t>Муниципальное имущество</w:t>
            </w:r>
          </w:p>
        </w:tc>
      </w:tr>
      <w:tr w:rsidR="00410AE2" w:rsidRPr="00602258" w:rsidTr="00016EE8">
        <w:tc>
          <w:tcPr>
            <w:tcW w:w="627" w:type="dxa"/>
          </w:tcPr>
          <w:p w:rsidR="00410AE2" w:rsidRPr="00A942CB" w:rsidRDefault="00410AE2" w:rsidP="00016EE8">
            <w:pPr>
              <w:jc w:val="center"/>
            </w:pPr>
            <w:r>
              <w:t>1</w:t>
            </w:r>
          </w:p>
        </w:tc>
        <w:tc>
          <w:tcPr>
            <w:tcW w:w="5752" w:type="dxa"/>
            <w:gridSpan w:val="3"/>
          </w:tcPr>
          <w:p w:rsidR="00410AE2" w:rsidRPr="00602258" w:rsidRDefault="00410AE2" w:rsidP="00016EE8">
            <w:r>
              <w:t>Строительства моста через р.Чиронка</w:t>
            </w:r>
          </w:p>
        </w:tc>
        <w:tc>
          <w:tcPr>
            <w:tcW w:w="1683" w:type="dxa"/>
          </w:tcPr>
          <w:p w:rsidR="00410AE2" w:rsidRPr="00602258" w:rsidRDefault="00410AE2" w:rsidP="00016EE8">
            <w:pPr>
              <w:jc w:val="center"/>
            </w:pPr>
            <w:r>
              <w:t>районный</w:t>
            </w:r>
          </w:p>
        </w:tc>
        <w:tc>
          <w:tcPr>
            <w:tcW w:w="1676" w:type="dxa"/>
          </w:tcPr>
          <w:p w:rsidR="00410AE2" w:rsidRPr="00602258" w:rsidRDefault="00410AE2" w:rsidP="007506DC">
            <w:pPr>
              <w:jc w:val="center"/>
            </w:pPr>
            <w:r>
              <w:t>133.0</w:t>
            </w:r>
          </w:p>
        </w:tc>
      </w:tr>
      <w:tr w:rsidR="00410AE2" w:rsidRPr="00602258" w:rsidTr="00016EE8">
        <w:tc>
          <w:tcPr>
            <w:tcW w:w="627" w:type="dxa"/>
          </w:tcPr>
          <w:p w:rsidR="00410AE2" w:rsidRDefault="00410AE2" w:rsidP="00016EE8">
            <w:pPr>
              <w:jc w:val="center"/>
            </w:pPr>
            <w:r>
              <w:t>2</w:t>
            </w:r>
          </w:p>
        </w:tc>
        <w:tc>
          <w:tcPr>
            <w:tcW w:w="5752" w:type="dxa"/>
            <w:gridSpan w:val="3"/>
          </w:tcPr>
          <w:p w:rsidR="00410AE2" w:rsidRDefault="00410AE2" w:rsidP="00016EE8">
            <w:r>
              <w:t>Ремонт кладбища в с.Чирон</w:t>
            </w:r>
          </w:p>
        </w:tc>
        <w:tc>
          <w:tcPr>
            <w:tcW w:w="1683" w:type="dxa"/>
          </w:tcPr>
          <w:p w:rsidR="00410AE2" w:rsidRDefault="00410AE2" w:rsidP="00016EE8">
            <w:pPr>
              <w:jc w:val="center"/>
            </w:pPr>
          </w:p>
        </w:tc>
        <w:tc>
          <w:tcPr>
            <w:tcW w:w="1676" w:type="dxa"/>
          </w:tcPr>
          <w:p w:rsidR="00410AE2" w:rsidRDefault="00410AE2" w:rsidP="007506DC">
            <w:pPr>
              <w:jc w:val="center"/>
            </w:pPr>
            <w:r>
              <w:t xml:space="preserve"> 40,0</w:t>
            </w:r>
          </w:p>
        </w:tc>
      </w:tr>
      <w:tr w:rsidR="00410AE2" w:rsidRPr="00602258" w:rsidTr="00016EE8">
        <w:tc>
          <w:tcPr>
            <w:tcW w:w="9738" w:type="dxa"/>
            <w:gridSpan w:val="6"/>
          </w:tcPr>
          <w:p w:rsidR="00410AE2" w:rsidRPr="00602258" w:rsidRDefault="00410AE2" w:rsidP="00016EE8">
            <w:pPr>
              <w:jc w:val="center"/>
              <w:rPr>
                <w:b/>
              </w:rPr>
            </w:pPr>
            <w:r w:rsidRPr="00602258">
              <w:rPr>
                <w:b/>
              </w:rPr>
              <w:t>Развитие малого и среднего предпринимательства</w:t>
            </w:r>
          </w:p>
        </w:tc>
      </w:tr>
      <w:tr w:rsidR="00410AE2" w:rsidRPr="00602258" w:rsidTr="00016EE8">
        <w:tc>
          <w:tcPr>
            <w:tcW w:w="627" w:type="dxa"/>
          </w:tcPr>
          <w:p w:rsidR="00410AE2" w:rsidRPr="00602258" w:rsidRDefault="00410AE2" w:rsidP="00016EE8">
            <w:pPr>
              <w:jc w:val="center"/>
            </w:pPr>
            <w:r w:rsidRPr="00602258">
              <w:rPr>
                <w:lang w:val="en-US"/>
              </w:rPr>
              <w:t>1</w:t>
            </w:r>
            <w:r w:rsidRPr="00602258">
              <w:t>.</w:t>
            </w:r>
          </w:p>
        </w:tc>
        <w:tc>
          <w:tcPr>
            <w:tcW w:w="5752" w:type="dxa"/>
            <w:gridSpan w:val="3"/>
          </w:tcPr>
          <w:p w:rsidR="00410AE2" w:rsidRPr="00602258" w:rsidRDefault="00410AE2" w:rsidP="00016EE8">
            <w:r>
              <w:t xml:space="preserve"> </w:t>
            </w:r>
          </w:p>
        </w:tc>
        <w:tc>
          <w:tcPr>
            <w:tcW w:w="1683" w:type="dxa"/>
          </w:tcPr>
          <w:p w:rsidR="00410AE2" w:rsidRPr="00602258" w:rsidRDefault="00410AE2" w:rsidP="00016EE8">
            <w:pPr>
              <w:jc w:val="center"/>
            </w:pPr>
            <w:r>
              <w:t>местный</w:t>
            </w:r>
          </w:p>
        </w:tc>
        <w:tc>
          <w:tcPr>
            <w:tcW w:w="1676" w:type="dxa"/>
          </w:tcPr>
          <w:p w:rsidR="00410AE2" w:rsidRPr="00602258" w:rsidRDefault="00410AE2" w:rsidP="00016EE8">
            <w:pPr>
              <w:jc w:val="center"/>
            </w:pPr>
            <w:r>
              <w:t xml:space="preserve"> </w:t>
            </w:r>
          </w:p>
        </w:tc>
      </w:tr>
      <w:tr w:rsidR="00410AE2" w:rsidRPr="00602258" w:rsidTr="00016EE8">
        <w:trPr>
          <w:trHeight w:val="138"/>
        </w:trPr>
        <w:tc>
          <w:tcPr>
            <w:tcW w:w="627" w:type="dxa"/>
          </w:tcPr>
          <w:p w:rsidR="00410AE2" w:rsidRPr="00602258" w:rsidRDefault="00410AE2" w:rsidP="00016EE8">
            <w:pPr>
              <w:jc w:val="center"/>
            </w:pPr>
          </w:p>
        </w:tc>
        <w:tc>
          <w:tcPr>
            <w:tcW w:w="5752" w:type="dxa"/>
            <w:gridSpan w:val="3"/>
          </w:tcPr>
          <w:p w:rsidR="00410AE2" w:rsidRPr="00602258" w:rsidRDefault="00410AE2" w:rsidP="00016EE8"/>
        </w:tc>
        <w:tc>
          <w:tcPr>
            <w:tcW w:w="1683" w:type="dxa"/>
          </w:tcPr>
          <w:p w:rsidR="00410AE2" w:rsidRPr="00602258" w:rsidRDefault="00410AE2" w:rsidP="00016EE8">
            <w:pPr>
              <w:jc w:val="center"/>
            </w:pPr>
          </w:p>
        </w:tc>
        <w:tc>
          <w:tcPr>
            <w:tcW w:w="1676" w:type="dxa"/>
          </w:tcPr>
          <w:p w:rsidR="00410AE2" w:rsidRPr="00602258" w:rsidRDefault="00410AE2" w:rsidP="00016EE8">
            <w:pPr>
              <w:jc w:val="center"/>
            </w:pPr>
          </w:p>
        </w:tc>
      </w:tr>
      <w:tr w:rsidR="00410AE2" w:rsidRPr="00602258" w:rsidTr="007506DC">
        <w:trPr>
          <w:trHeight w:val="685"/>
        </w:trPr>
        <w:tc>
          <w:tcPr>
            <w:tcW w:w="9738" w:type="dxa"/>
            <w:gridSpan w:val="6"/>
          </w:tcPr>
          <w:p w:rsidR="00410AE2" w:rsidRPr="00602258" w:rsidRDefault="00410AE2" w:rsidP="00016EE8">
            <w:pPr>
              <w:jc w:val="center"/>
              <w:rPr>
                <w:b/>
              </w:rPr>
            </w:pPr>
            <w:r w:rsidRPr="00602258">
              <w:rPr>
                <w:b/>
              </w:rPr>
              <w:t>Развитие материально-технической базы органов местного самоуправления муниципального района</w:t>
            </w:r>
          </w:p>
        </w:tc>
      </w:tr>
      <w:tr w:rsidR="00410AE2" w:rsidRPr="00602258" w:rsidTr="00016EE8">
        <w:tc>
          <w:tcPr>
            <w:tcW w:w="627" w:type="dxa"/>
          </w:tcPr>
          <w:p w:rsidR="00410AE2" w:rsidRPr="00602258" w:rsidRDefault="00410AE2" w:rsidP="00016EE8">
            <w:pPr>
              <w:jc w:val="center"/>
              <w:rPr>
                <w:lang w:val="en-US"/>
              </w:rPr>
            </w:pPr>
            <w:r w:rsidRPr="00602258">
              <w:rPr>
                <w:lang w:val="en-US"/>
              </w:rPr>
              <w:t>1.</w:t>
            </w:r>
          </w:p>
        </w:tc>
        <w:tc>
          <w:tcPr>
            <w:tcW w:w="5752" w:type="dxa"/>
            <w:gridSpan w:val="3"/>
          </w:tcPr>
          <w:p w:rsidR="00410AE2" w:rsidRPr="00602258" w:rsidRDefault="00410AE2" w:rsidP="00016EE8">
            <w:r>
              <w:t xml:space="preserve"> </w:t>
            </w:r>
          </w:p>
        </w:tc>
        <w:tc>
          <w:tcPr>
            <w:tcW w:w="1683" w:type="dxa"/>
          </w:tcPr>
          <w:p w:rsidR="00410AE2" w:rsidRPr="00602258" w:rsidRDefault="00410AE2" w:rsidP="00016EE8">
            <w:pPr>
              <w:jc w:val="center"/>
            </w:pPr>
            <w:r>
              <w:t>районный</w:t>
            </w:r>
          </w:p>
        </w:tc>
        <w:tc>
          <w:tcPr>
            <w:tcW w:w="1676" w:type="dxa"/>
          </w:tcPr>
          <w:p w:rsidR="00410AE2" w:rsidRPr="00602258" w:rsidRDefault="00410AE2" w:rsidP="00016EE8">
            <w:pPr>
              <w:jc w:val="center"/>
            </w:pPr>
            <w:r>
              <w:t xml:space="preserve"> </w:t>
            </w:r>
          </w:p>
        </w:tc>
      </w:tr>
      <w:tr w:rsidR="00410AE2" w:rsidRPr="00602258" w:rsidTr="00016EE8">
        <w:tc>
          <w:tcPr>
            <w:tcW w:w="627" w:type="dxa"/>
          </w:tcPr>
          <w:p w:rsidR="00410AE2" w:rsidRPr="00602258" w:rsidRDefault="00410AE2" w:rsidP="00016EE8">
            <w:pPr>
              <w:jc w:val="center"/>
              <w:rPr>
                <w:lang w:val="en-US"/>
              </w:rPr>
            </w:pPr>
            <w:r w:rsidRPr="00602258">
              <w:rPr>
                <w:lang w:val="en-US"/>
              </w:rPr>
              <w:t>2.</w:t>
            </w:r>
          </w:p>
        </w:tc>
        <w:tc>
          <w:tcPr>
            <w:tcW w:w="5752" w:type="dxa"/>
            <w:gridSpan w:val="3"/>
          </w:tcPr>
          <w:p w:rsidR="00410AE2" w:rsidRPr="00602258" w:rsidRDefault="00410AE2" w:rsidP="00016EE8"/>
        </w:tc>
        <w:tc>
          <w:tcPr>
            <w:tcW w:w="1683" w:type="dxa"/>
          </w:tcPr>
          <w:p w:rsidR="00410AE2" w:rsidRPr="00602258" w:rsidRDefault="00410AE2" w:rsidP="00016EE8">
            <w:pPr>
              <w:jc w:val="center"/>
            </w:pPr>
            <w:r>
              <w:t>местный</w:t>
            </w:r>
          </w:p>
        </w:tc>
        <w:tc>
          <w:tcPr>
            <w:tcW w:w="1676" w:type="dxa"/>
          </w:tcPr>
          <w:p w:rsidR="00410AE2" w:rsidRPr="00602258" w:rsidRDefault="00410AE2" w:rsidP="00016EE8">
            <w:pPr>
              <w:jc w:val="center"/>
            </w:pPr>
            <w:r>
              <w:t xml:space="preserve"> </w:t>
            </w:r>
          </w:p>
        </w:tc>
      </w:tr>
      <w:tr w:rsidR="00410AE2" w:rsidRPr="00602258" w:rsidTr="00016EE8">
        <w:tc>
          <w:tcPr>
            <w:tcW w:w="627" w:type="dxa"/>
          </w:tcPr>
          <w:p w:rsidR="00410AE2" w:rsidRPr="00602258" w:rsidRDefault="00410AE2" w:rsidP="00016EE8">
            <w:pPr>
              <w:jc w:val="center"/>
              <w:rPr>
                <w:lang w:val="en-US"/>
              </w:rPr>
            </w:pPr>
            <w:r w:rsidRPr="00602258">
              <w:rPr>
                <w:lang w:val="en-US"/>
              </w:rPr>
              <w:t>…</w:t>
            </w:r>
          </w:p>
        </w:tc>
        <w:tc>
          <w:tcPr>
            <w:tcW w:w="5752" w:type="dxa"/>
            <w:gridSpan w:val="3"/>
          </w:tcPr>
          <w:p w:rsidR="00410AE2" w:rsidRPr="00602258" w:rsidRDefault="00410AE2" w:rsidP="00016EE8"/>
        </w:tc>
        <w:tc>
          <w:tcPr>
            <w:tcW w:w="1683" w:type="dxa"/>
          </w:tcPr>
          <w:p w:rsidR="00410AE2" w:rsidRPr="00602258" w:rsidRDefault="00410AE2" w:rsidP="00016EE8">
            <w:pPr>
              <w:jc w:val="center"/>
            </w:pPr>
            <w:r>
              <w:t>итого</w:t>
            </w:r>
          </w:p>
        </w:tc>
        <w:tc>
          <w:tcPr>
            <w:tcW w:w="1676" w:type="dxa"/>
          </w:tcPr>
          <w:p w:rsidR="00410AE2" w:rsidRPr="00602258" w:rsidRDefault="00410AE2" w:rsidP="00016EE8">
            <w:pPr>
              <w:jc w:val="center"/>
            </w:pPr>
            <w:r>
              <w:t xml:space="preserve"> </w:t>
            </w:r>
          </w:p>
        </w:tc>
      </w:tr>
    </w:tbl>
    <w:p w:rsidR="00410AE2" w:rsidRPr="00685E68" w:rsidRDefault="00410AE2" w:rsidP="00BB34D9">
      <w:pPr>
        <w:ind w:right="-545"/>
        <w:jc w:val="both"/>
        <w:rPr>
          <w:sz w:val="18"/>
          <w:szCs w:val="18"/>
        </w:rPr>
      </w:pPr>
    </w:p>
    <w:p w:rsidR="00410AE2" w:rsidRDefault="00410AE2" w:rsidP="00BB34D9">
      <w:pPr>
        <w:spacing w:line="360" w:lineRule="auto"/>
        <w:ind w:firstLine="709"/>
        <w:jc w:val="both"/>
        <w:rPr>
          <w:sz w:val="28"/>
          <w:szCs w:val="28"/>
        </w:rPr>
      </w:pPr>
    </w:p>
    <w:p w:rsidR="00410AE2" w:rsidRDefault="00410AE2" w:rsidP="00BB34D9">
      <w:pPr>
        <w:spacing w:line="360" w:lineRule="auto"/>
        <w:ind w:firstLine="709"/>
        <w:jc w:val="both"/>
        <w:rPr>
          <w:sz w:val="28"/>
          <w:szCs w:val="28"/>
        </w:rPr>
      </w:pPr>
    </w:p>
    <w:p w:rsidR="00410AE2" w:rsidRDefault="00410AE2" w:rsidP="00BB34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сельского </w:t>
      </w:r>
    </w:p>
    <w:p w:rsidR="00410AE2" w:rsidRPr="0070148E" w:rsidRDefault="00410AE2" w:rsidP="00BB34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поселения «Чиронское»                                       Л.И.Шароглазов</w:t>
      </w:r>
    </w:p>
    <w:p w:rsidR="00410AE2" w:rsidRDefault="00410AE2"/>
    <w:sectPr w:rsidR="00410AE2" w:rsidSect="002A68D0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AE2" w:rsidRDefault="00410AE2">
      <w:r>
        <w:separator/>
      </w:r>
    </w:p>
  </w:endnote>
  <w:endnote w:type="continuationSeparator" w:id="0">
    <w:p w:rsidR="00410AE2" w:rsidRDefault="00410A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AE2" w:rsidRDefault="00410AE2" w:rsidP="001F570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10AE2" w:rsidRDefault="00410AE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AE2" w:rsidRDefault="00410AE2" w:rsidP="001F570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410AE2" w:rsidRDefault="00410A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AE2" w:rsidRDefault="00410AE2">
      <w:r>
        <w:separator/>
      </w:r>
    </w:p>
  </w:footnote>
  <w:footnote w:type="continuationSeparator" w:id="0">
    <w:p w:rsidR="00410AE2" w:rsidRDefault="00410A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4D9"/>
    <w:rsid w:val="00016EE8"/>
    <w:rsid w:val="00075A26"/>
    <w:rsid w:val="00084FF5"/>
    <w:rsid w:val="001F570C"/>
    <w:rsid w:val="002A68D0"/>
    <w:rsid w:val="002E4C32"/>
    <w:rsid w:val="003522CE"/>
    <w:rsid w:val="00410AE2"/>
    <w:rsid w:val="00410E92"/>
    <w:rsid w:val="0056759C"/>
    <w:rsid w:val="00602258"/>
    <w:rsid w:val="00666EF7"/>
    <w:rsid w:val="00685E68"/>
    <w:rsid w:val="0070148E"/>
    <w:rsid w:val="007506DC"/>
    <w:rsid w:val="00771352"/>
    <w:rsid w:val="007A14E1"/>
    <w:rsid w:val="00816547"/>
    <w:rsid w:val="008477A2"/>
    <w:rsid w:val="009E1002"/>
    <w:rsid w:val="00A469F8"/>
    <w:rsid w:val="00A66101"/>
    <w:rsid w:val="00A942CB"/>
    <w:rsid w:val="00AF71DF"/>
    <w:rsid w:val="00B061DD"/>
    <w:rsid w:val="00B910A1"/>
    <w:rsid w:val="00BB34D9"/>
    <w:rsid w:val="00BC627D"/>
    <w:rsid w:val="00C373B5"/>
    <w:rsid w:val="00D138D4"/>
    <w:rsid w:val="00D40DD7"/>
    <w:rsid w:val="00EA67AA"/>
    <w:rsid w:val="00ED6429"/>
    <w:rsid w:val="00F63C4B"/>
    <w:rsid w:val="00FD63D0"/>
    <w:rsid w:val="00FE2786"/>
    <w:rsid w:val="00FE7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4D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A68D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2A68D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3</Pages>
  <Words>349</Words>
  <Characters>1992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2017-01-10T00:41:00Z</cp:lastPrinted>
  <dcterms:created xsi:type="dcterms:W3CDTF">2016-12-26T01:21:00Z</dcterms:created>
  <dcterms:modified xsi:type="dcterms:W3CDTF">2017-04-24T00:48:00Z</dcterms:modified>
</cp:coreProperties>
</file>